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CDE84" w14:textId="68B23584" w:rsidR="00EA4277" w:rsidRPr="00EA4277" w:rsidRDefault="00585F71" w:rsidP="00585F71">
      <w:pPr>
        <w:spacing w:line="240" w:lineRule="auto"/>
        <w:ind w:left="5440"/>
        <w:rPr>
          <w:sz w:val="20"/>
        </w:rPr>
      </w:pPr>
      <w:r w:rsidRPr="00585F71">
        <w:rPr>
          <w:sz w:val="20"/>
        </w:rPr>
        <w:t xml:space="preserve">Załącznik </w:t>
      </w:r>
      <w:r>
        <w:rPr>
          <w:sz w:val="20"/>
        </w:rPr>
        <w:t>3</w:t>
      </w:r>
      <w:r w:rsidRPr="00585F71">
        <w:rPr>
          <w:sz w:val="20"/>
        </w:rPr>
        <w:t xml:space="preserve"> do Zarządzenia nr 09/DYR/24 </w:t>
      </w:r>
      <w:r w:rsidRPr="00585F71">
        <w:rPr>
          <w:sz w:val="20"/>
        </w:rPr>
        <w:br/>
        <w:t>z dnia 20 grudnia 2024 r.</w:t>
      </w:r>
    </w:p>
    <w:p w14:paraId="1DE9318B" w14:textId="77777777" w:rsidR="00D9138A" w:rsidRDefault="00D9138A" w:rsidP="000130F6">
      <w:pPr>
        <w:jc w:val="right"/>
        <w:rPr>
          <w:rFonts w:cs="Times New Roman"/>
          <w:sz w:val="23"/>
          <w:szCs w:val="23"/>
        </w:rPr>
      </w:pPr>
    </w:p>
    <w:p w14:paraId="0EB310C5" w14:textId="45B3CDC1" w:rsidR="000130F6" w:rsidRDefault="00EA4277" w:rsidP="000130F6">
      <w:pPr>
        <w:jc w:val="right"/>
        <w:rPr>
          <w:rFonts w:cs="Times New Roman"/>
          <w:sz w:val="23"/>
          <w:szCs w:val="23"/>
        </w:rPr>
      </w:pPr>
      <w:r w:rsidRPr="00EA4277">
        <w:rPr>
          <w:rFonts w:cs="Times New Roman"/>
          <w:sz w:val="23"/>
          <w:szCs w:val="23"/>
        </w:rPr>
        <w:t>Kamienna Góra</w:t>
      </w:r>
      <w:r w:rsidR="00696163" w:rsidRPr="00606614">
        <w:rPr>
          <w:rFonts w:cs="Times New Roman"/>
          <w:sz w:val="23"/>
          <w:szCs w:val="23"/>
        </w:rPr>
        <w:t>, dnia ………</w:t>
      </w:r>
      <w:r w:rsidR="0099368F">
        <w:rPr>
          <w:rFonts w:cs="Times New Roman"/>
          <w:sz w:val="23"/>
          <w:szCs w:val="23"/>
        </w:rPr>
        <w:t>…</w:t>
      </w:r>
      <w:r w:rsidR="00696163" w:rsidRPr="00606614">
        <w:rPr>
          <w:rFonts w:cs="Times New Roman"/>
          <w:sz w:val="23"/>
          <w:szCs w:val="23"/>
        </w:rPr>
        <w:t>………… roku</w:t>
      </w:r>
    </w:p>
    <w:p w14:paraId="061B9828" w14:textId="3BB2F1EB" w:rsidR="00213F3D" w:rsidRPr="00213F3D" w:rsidRDefault="00213F3D" w:rsidP="00213F3D">
      <w:pPr>
        <w:rPr>
          <w:rFonts w:cs="Times New Roman"/>
          <w:sz w:val="22"/>
          <w:szCs w:val="22"/>
        </w:rPr>
      </w:pPr>
      <w:r w:rsidRPr="00213F3D">
        <w:rPr>
          <w:rFonts w:cs="Times New Roman"/>
          <w:sz w:val="22"/>
          <w:szCs w:val="22"/>
        </w:rPr>
        <w:t>Znak sprawy</w:t>
      </w:r>
    </w:p>
    <w:p w14:paraId="7E1C411E" w14:textId="77777777" w:rsidR="002076BD" w:rsidRPr="00606614" w:rsidRDefault="002076BD" w:rsidP="00606614">
      <w:pPr>
        <w:spacing w:line="240" w:lineRule="auto"/>
        <w:jc w:val="both"/>
        <w:rPr>
          <w:rFonts w:cs="Times New Roman"/>
          <w:sz w:val="23"/>
          <w:szCs w:val="23"/>
        </w:rPr>
      </w:pPr>
    </w:p>
    <w:p w14:paraId="64EE2BBE" w14:textId="3936A5E5" w:rsidR="002076BD" w:rsidRPr="00606614" w:rsidRDefault="002076BD" w:rsidP="002076BD">
      <w:pPr>
        <w:spacing w:line="240" w:lineRule="auto"/>
        <w:ind w:firstLine="708"/>
        <w:jc w:val="both"/>
        <w:rPr>
          <w:rFonts w:eastAsia="Calibri" w:cs="Times New Roman"/>
          <w:sz w:val="23"/>
          <w:szCs w:val="23"/>
          <w:lang w:eastAsia="en-US"/>
        </w:rPr>
      </w:pPr>
      <w:r w:rsidRPr="00606614">
        <w:rPr>
          <w:rFonts w:cs="Times New Roman"/>
          <w:sz w:val="23"/>
          <w:szCs w:val="23"/>
        </w:rPr>
        <w:t xml:space="preserve">Państwowy </w:t>
      </w:r>
      <w:r w:rsidR="00EA4277">
        <w:rPr>
          <w:rFonts w:cs="Times New Roman"/>
          <w:sz w:val="23"/>
          <w:szCs w:val="23"/>
        </w:rPr>
        <w:t>P</w:t>
      </w:r>
      <w:r w:rsidR="00EA4277" w:rsidRPr="00EA4277">
        <w:rPr>
          <w:rFonts w:cs="Times New Roman"/>
          <w:sz w:val="23"/>
          <w:szCs w:val="23"/>
        </w:rPr>
        <w:t>owiatowy</w:t>
      </w:r>
      <w:r w:rsidRPr="00606614">
        <w:rPr>
          <w:rFonts w:cs="Times New Roman"/>
          <w:sz w:val="23"/>
          <w:szCs w:val="23"/>
        </w:rPr>
        <w:t xml:space="preserve"> Inspektor Sanitarny w</w:t>
      </w:r>
      <w:r w:rsidR="00EA4277">
        <w:rPr>
          <w:rFonts w:cs="Times New Roman"/>
          <w:sz w:val="23"/>
          <w:szCs w:val="23"/>
        </w:rPr>
        <w:t xml:space="preserve"> </w:t>
      </w:r>
      <w:r w:rsidR="00EA4277" w:rsidRPr="00EA4277">
        <w:rPr>
          <w:rFonts w:cs="Times New Roman"/>
          <w:sz w:val="23"/>
          <w:szCs w:val="23"/>
        </w:rPr>
        <w:t>Kamiennej Górze</w:t>
      </w:r>
      <w:r w:rsidR="00FB3B3D" w:rsidRPr="00606614">
        <w:rPr>
          <w:rFonts w:cs="Times New Roman"/>
          <w:sz w:val="23"/>
          <w:szCs w:val="23"/>
        </w:rPr>
        <w:t xml:space="preserve"> otrzymał </w:t>
      </w:r>
      <w:r w:rsidR="00FB3B3D" w:rsidRPr="00606614">
        <w:rPr>
          <w:rFonts w:cs="Times New Roman"/>
          <w:i/>
          <w:iCs/>
          <w:sz w:val="23"/>
          <w:szCs w:val="23"/>
        </w:rPr>
        <w:t>Pana/Pani*</w:t>
      </w:r>
      <w:r w:rsidR="00FB3B3D" w:rsidRPr="00606614">
        <w:rPr>
          <w:rFonts w:cs="Times New Roman"/>
          <w:sz w:val="23"/>
          <w:szCs w:val="23"/>
        </w:rPr>
        <w:t xml:space="preserve"> wystąpienie z dnia …</w:t>
      </w:r>
      <w:r w:rsidR="00EA4277">
        <w:rPr>
          <w:rFonts w:cs="Times New Roman"/>
          <w:sz w:val="23"/>
          <w:szCs w:val="23"/>
        </w:rPr>
        <w:t>…………..</w:t>
      </w:r>
      <w:r w:rsidR="00FB3B3D" w:rsidRPr="00606614">
        <w:rPr>
          <w:rFonts w:cs="Times New Roman"/>
          <w:sz w:val="23"/>
          <w:szCs w:val="23"/>
        </w:rPr>
        <w:t xml:space="preserve">…… wniesione jako zgłoszenie zewnętrzne w rozumieniu </w:t>
      </w:r>
      <w:r w:rsidR="00FB3B3D" w:rsidRPr="00606614">
        <w:rPr>
          <w:rFonts w:eastAsia="Calibri" w:cs="Times New Roman"/>
          <w:sz w:val="23"/>
          <w:szCs w:val="23"/>
          <w:lang w:eastAsia="en-US"/>
        </w:rPr>
        <w:t>ustawy z dnia 14 czerwca 2024 r. o ochronie sygnalistów (Dz. U.</w:t>
      </w:r>
      <w:r w:rsidR="0065430C">
        <w:rPr>
          <w:rFonts w:eastAsia="Calibri" w:cs="Times New Roman"/>
          <w:sz w:val="23"/>
          <w:szCs w:val="23"/>
          <w:lang w:eastAsia="en-US"/>
        </w:rPr>
        <w:t xml:space="preserve"> z 2024 r.</w:t>
      </w:r>
      <w:r w:rsidR="00FB3B3D" w:rsidRPr="00606614">
        <w:rPr>
          <w:rFonts w:eastAsia="Calibri" w:cs="Times New Roman"/>
          <w:sz w:val="23"/>
          <w:szCs w:val="23"/>
          <w:lang w:eastAsia="en-US"/>
        </w:rPr>
        <w:t xml:space="preserve"> poz. 928). </w:t>
      </w:r>
    </w:p>
    <w:p w14:paraId="724C2C24" w14:textId="0FE94ABB" w:rsidR="00FB3B3D" w:rsidRPr="00606614" w:rsidRDefault="00FB3B3D" w:rsidP="002076BD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eastAsia="Calibri" w:cs="Times New Roman"/>
          <w:sz w:val="23"/>
          <w:szCs w:val="23"/>
          <w:lang w:eastAsia="en-US"/>
        </w:rPr>
        <w:t xml:space="preserve">W ramach wstępnej weryfikacji ww. wystąpienia </w:t>
      </w:r>
      <w:r w:rsidRPr="00606614">
        <w:rPr>
          <w:rFonts w:cs="Times New Roman"/>
          <w:sz w:val="23"/>
          <w:szCs w:val="23"/>
        </w:rPr>
        <w:t>P</w:t>
      </w:r>
      <w:r w:rsidR="008C44C5">
        <w:rPr>
          <w:rFonts w:cs="Times New Roman"/>
          <w:sz w:val="23"/>
          <w:szCs w:val="23"/>
        </w:rPr>
        <w:t>P</w:t>
      </w:r>
      <w:r w:rsidRPr="00606614">
        <w:rPr>
          <w:rFonts w:cs="Times New Roman"/>
          <w:sz w:val="23"/>
          <w:szCs w:val="23"/>
        </w:rPr>
        <w:t xml:space="preserve">IS w </w:t>
      </w:r>
      <w:r w:rsidR="008C44C5">
        <w:rPr>
          <w:rFonts w:cs="Times New Roman"/>
          <w:sz w:val="23"/>
          <w:szCs w:val="23"/>
        </w:rPr>
        <w:t>Kamiennej Górze</w:t>
      </w:r>
      <w:r w:rsidRPr="00606614">
        <w:rPr>
          <w:rFonts w:cs="Times New Roman"/>
          <w:sz w:val="23"/>
          <w:szCs w:val="23"/>
        </w:rPr>
        <w:t xml:space="preserve"> zobowiązany jest do oceny czy spełnia ono warunki </w:t>
      </w:r>
      <w:r w:rsidR="00606614" w:rsidRPr="00606614">
        <w:rPr>
          <w:rFonts w:cs="Times New Roman"/>
          <w:sz w:val="23"/>
          <w:szCs w:val="23"/>
        </w:rPr>
        <w:t xml:space="preserve">określone </w:t>
      </w:r>
      <w:r w:rsidRPr="00606614">
        <w:rPr>
          <w:rFonts w:cs="Times New Roman"/>
          <w:sz w:val="23"/>
          <w:szCs w:val="23"/>
        </w:rPr>
        <w:t xml:space="preserve">dla zgłoszeń zewnętrznych przez ustawę </w:t>
      </w:r>
      <w:r w:rsidR="008C44C5">
        <w:rPr>
          <w:rFonts w:cs="Times New Roman"/>
          <w:sz w:val="23"/>
          <w:szCs w:val="23"/>
        </w:rPr>
        <w:br/>
      </w:r>
      <w:r w:rsidRPr="00606614">
        <w:rPr>
          <w:rFonts w:cs="Times New Roman"/>
          <w:sz w:val="23"/>
          <w:szCs w:val="23"/>
        </w:rPr>
        <w:t xml:space="preserve">o ochronie sygnalistów. </w:t>
      </w:r>
    </w:p>
    <w:p w14:paraId="2596892D" w14:textId="03E49665" w:rsidR="00FB3B3D" w:rsidRPr="00606614" w:rsidRDefault="00FB3B3D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 xml:space="preserve">Z tych względów, w związku z niejasnościami </w:t>
      </w:r>
      <w:r w:rsidR="00606614" w:rsidRPr="00606614">
        <w:rPr>
          <w:rFonts w:cs="Times New Roman"/>
          <w:sz w:val="23"/>
          <w:szCs w:val="23"/>
        </w:rPr>
        <w:t xml:space="preserve">dotyczącymi </w:t>
      </w:r>
      <w:r w:rsidRPr="00606614">
        <w:rPr>
          <w:rFonts w:cs="Times New Roman"/>
          <w:sz w:val="23"/>
          <w:szCs w:val="23"/>
        </w:rPr>
        <w:t>ww. wystąpienia, P</w:t>
      </w:r>
      <w:r w:rsidR="00EA4277">
        <w:rPr>
          <w:rFonts w:cs="Times New Roman"/>
          <w:sz w:val="23"/>
          <w:szCs w:val="23"/>
        </w:rPr>
        <w:t>P</w:t>
      </w:r>
      <w:r w:rsidRPr="00606614">
        <w:rPr>
          <w:rFonts w:cs="Times New Roman"/>
          <w:sz w:val="23"/>
          <w:szCs w:val="23"/>
        </w:rPr>
        <w:t xml:space="preserve">IS </w:t>
      </w:r>
      <w:r w:rsidR="008C44C5">
        <w:rPr>
          <w:rFonts w:cs="Times New Roman"/>
          <w:sz w:val="23"/>
          <w:szCs w:val="23"/>
        </w:rPr>
        <w:br/>
      </w:r>
      <w:r w:rsidRPr="00606614">
        <w:rPr>
          <w:rFonts w:cs="Times New Roman"/>
          <w:sz w:val="23"/>
          <w:szCs w:val="23"/>
        </w:rPr>
        <w:t>w</w:t>
      </w:r>
      <w:r w:rsidR="00EA4277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 xml:space="preserve"> </w:t>
      </w:r>
      <w:r w:rsidR="00EA4277" w:rsidRPr="00EA4277">
        <w:rPr>
          <w:rFonts w:cs="Times New Roman"/>
          <w:sz w:val="23"/>
          <w:szCs w:val="23"/>
        </w:rPr>
        <w:t>Kamiennej Górze</w:t>
      </w:r>
      <w:r w:rsidRPr="00606614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b/>
          <w:bCs/>
          <w:sz w:val="23"/>
          <w:szCs w:val="23"/>
        </w:rPr>
        <w:t xml:space="preserve">wzywa </w:t>
      </w:r>
      <w:r w:rsidRPr="00606614">
        <w:rPr>
          <w:rFonts w:cs="Times New Roman"/>
          <w:b/>
          <w:bCs/>
          <w:i/>
          <w:iCs/>
          <w:sz w:val="23"/>
          <w:szCs w:val="23"/>
        </w:rPr>
        <w:t>Pana/Panią</w:t>
      </w:r>
      <w:r w:rsidRPr="00606614">
        <w:rPr>
          <w:rFonts w:cs="Times New Roman"/>
          <w:b/>
          <w:bCs/>
          <w:sz w:val="23"/>
          <w:szCs w:val="23"/>
        </w:rPr>
        <w:t xml:space="preserve">* o udzielenie dodatkowych wyjaśnień </w:t>
      </w:r>
      <w:r w:rsidRPr="00606614">
        <w:rPr>
          <w:rFonts w:cs="Times New Roman"/>
          <w:sz w:val="23"/>
          <w:szCs w:val="23"/>
        </w:rPr>
        <w:t>poprzez opisanie okoliczności, w</w:t>
      </w:r>
      <w:r w:rsidR="00DA0DC0" w:rsidRPr="00606614">
        <w:rPr>
          <w:rFonts w:cs="Times New Roman"/>
          <w:sz w:val="23"/>
          <w:szCs w:val="23"/>
        </w:rPr>
        <w:t> </w:t>
      </w:r>
      <w:r w:rsidRPr="00606614">
        <w:rPr>
          <w:rFonts w:cs="Times New Roman"/>
          <w:sz w:val="23"/>
          <w:szCs w:val="23"/>
        </w:rPr>
        <w:t xml:space="preserve">jakich </w:t>
      </w:r>
      <w:r w:rsidRPr="00606614">
        <w:rPr>
          <w:rFonts w:cs="Times New Roman"/>
          <w:i/>
          <w:iCs/>
          <w:sz w:val="23"/>
          <w:szCs w:val="23"/>
        </w:rPr>
        <w:t>uzyskał/-a Pan/Pani*</w:t>
      </w:r>
      <w:r w:rsidR="00EF220A" w:rsidRPr="00606614">
        <w:rPr>
          <w:rFonts w:cs="Times New Roman"/>
          <w:i/>
          <w:iCs/>
          <w:sz w:val="23"/>
          <w:szCs w:val="23"/>
        </w:rPr>
        <w:t xml:space="preserve"> </w:t>
      </w:r>
      <w:r w:rsidR="00EF220A" w:rsidRPr="00606614">
        <w:rPr>
          <w:rFonts w:cs="Times New Roman"/>
          <w:sz w:val="23"/>
          <w:szCs w:val="23"/>
        </w:rPr>
        <w:t>wiedzę na temat wskazanych w ww. wystąpieniu</w:t>
      </w:r>
      <w:r w:rsidR="00606614" w:rsidRPr="00606614">
        <w:rPr>
          <w:rFonts w:cs="Times New Roman"/>
          <w:sz w:val="23"/>
          <w:szCs w:val="23"/>
        </w:rPr>
        <w:t xml:space="preserve"> </w:t>
      </w:r>
      <w:r w:rsidR="00543B22">
        <w:rPr>
          <w:rFonts w:cs="Times New Roman"/>
          <w:sz w:val="23"/>
          <w:szCs w:val="23"/>
        </w:rPr>
        <w:t>sytuacji</w:t>
      </w:r>
      <w:r w:rsidR="00EF220A" w:rsidRPr="00606614">
        <w:rPr>
          <w:rFonts w:cs="Times New Roman"/>
          <w:sz w:val="23"/>
          <w:szCs w:val="23"/>
        </w:rPr>
        <w:t xml:space="preserve">, w szczególności z doprecyzowaniem czy </w:t>
      </w:r>
      <w:r w:rsidR="00DA0DC0" w:rsidRPr="00606614">
        <w:rPr>
          <w:rFonts w:cs="Times New Roman"/>
          <w:i/>
          <w:iCs/>
          <w:sz w:val="23"/>
          <w:szCs w:val="23"/>
        </w:rPr>
        <w:t xml:space="preserve">uzyskał/-a Pan/Pani*  </w:t>
      </w:r>
      <w:r w:rsidR="00DA0DC0" w:rsidRPr="00606614">
        <w:rPr>
          <w:rFonts w:cs="Times New Roman"/>
          <w:sz w:val="23"/>
          <w:szCs w:val="23"/>
        </w:rPr>
        <w:t xml:space="preserve">tę wiedzę jako: </w:t>
      </w:r>
    </w:p>
    <w:p w14:paraId="3E62EFE1" w14:textId="594FB0D0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1)</w:t>
      </w:r>
      <w:r w:rsidRPr="00606614">
        <w:rPr>
          <w:rFonts w:cs="Times New Roman"/>
          <w:sz w:val="23"/>
          <w:szCs w:val="23"/>
        </w:rPr>
        <w:tab/>
        <w:t>były lub obecny pracownik podmiotu wskazanego</w:t>
      </w:r>
      <w:r w:rsidR="00DA0DC0" w:rsidRPr="00606614">
        <w:rPr>
          <w:rFonts w:cs="Times New Roman"/>
          <w:sz w:val="23"/>
          <w:szCs w:val="23"/>
        </w:rPr>
        <w:t xml:space="preserve"> w wystąpieniu</w:t>
      </w:r>
      <w:r w:rsidRPr="00606614">
        <w:rPr>
          <w:rFonts w:cs="Times New Roman"/>
          <w:sz w:val="23"/>
          <w:szCs w:val="23"/>
        </w:rPr>
        <w:t xml:space="preserve">; </w:t>
      </w:r>
    </w:p>
    <w:p w14:paraId="749963D3" w14:textId="2D694862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2)</w:t>
      </w:r>
      <w:r w:rsidRPr="00606614">
        <w:rPr>
          <w:rFonts w:cs="Times New Roman"/>
          <w:sz w:val="23"/>
          <w:szCs w:val="23"/>
        </w:rPr>
        <w:tab/>
        <w:t xml:space="preserve">były lub obecny zatrudniony </w:t>
      </w:r>
      <w:r w:rsidR="00DA0DC0" w:rsidRPr="00606614">
        <w:rPr>
          <w:rFonts w:cs="Times New Roman"/>
          <w:sz w:val="23"/>
          <w:szCs w:val="23"/>
        </w:rPr>
        <w:t>w ramach</w:t>
      </w:r>
      <w:r w:rsidRPr="00606614">
        <w:rPr>
          <w:rFonts w:cs="Times New Roman"/>
          <w:sz w:val="23"/>
          <w:szCs w:val="23"/>
        </w:rPr>
        <w:t xml:space="preserve"> innej podstaw</w:t>
      </w:r>
      <w:r w:rsidR="00DA0DC0" w:rsidRPr="00606614">
        <w:rPr>
          <w:rFonts w:cs="Times New Roman"/>
          <w:sz w:val="23"/>
          <w:szCs w:val="23"/>
        </w:rPr>
        <w:t>y</w:t>
      </w:r>
      <w:r w:rsidRPr="00606614">
        <w:rPr>
          <w:rFonts w:cs="Times New Roman"/>
          <w:sz w:val="23"/>
          <w:szCs w:val="23"/>
        </w:rPr>
        <w:t xml:space="preserve"> prawnej w podmiocie wskazanym</w:t>
      </w:r>
      <w:r w:rsidR="00DA0DC0" w:rsidRPr="00606614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>(np. na podstawie stosunku służbowego, umowy cywilno-prawnej, stażu, praktyki);</w:t>
      </w:r>
    </w:p>
    <w:p w14:paraId="3B9794BB" w14:textId="5151469B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3)</w:t>
      </w:r>
      <w:r w:rsidRPr="00606614">
        <w:rPr>
          <w:rFonts w:cs="Times New Roman"/>
          <w:sz w:val="23"/>
          <w:szCs w:val="23"/>
        </w:rPr>
        <w:tab/>
        <w:t xml:space="preserve">były lub obecny członek organów lub prokurent podmiotu wskazanego; </w:t>
      </w:r>
    </w:p>
    <w:p w14:paraId="4131A62C" w14:textId="360E9794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4)</w:t>
      </w:r>
      <w:r w:rsidRPr="00606614">
        <w:rPr>
          <w:rFonts w:cs="Times New Roman"/>
          <w:sz w:val="23"/>
          <w:szCs w:val="23"/>
        </w:rPr>
        <w:tab/>
        <w:t xml:space="preserve">były lub obecny wspólnik lub akcjonariusz w podmiocie wskazanym; </w:t>
      </w:r>
    </w:p>
    <w:p w14:paraId="28C0B077" w14:textId="3B0AA587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5)</w:t>
      </w:r>
      <w:r w:rsidRPr="00606614">
        <w:rPr>
          <w:rFonts w:cs="Times New Roman"/>
          <w:sz w:val="23"/>
          <w:szCs w:val="23"/>
        </w:rPr>
        <w:tab/>
        <w:t>były lub obecny kooperant podmiotu wskazanego</w:t>
      </w:r>
      <w:r w:rsidR="00DA0DC0" w:rsidRPr="00606614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>(</w:t>
      </w:r>
      <w:r w:rsidR="00DA0DC0" w:rsidRPr="00606614">
        <w:rPr>
          <w:rFonts w:cs="Times New Roman"/>
          <w:sz w:val="23"/>
          <w:szCs w:val="23"/>
        </w:rPr>
        <w:t xml:space="preserve">tj. jako </w:t>
      </w:r>
      <w:r w:rsidRPr="00606614">
        <w:rPr>
          <w:rFonts w:cs="Times New Roman"/>
          <w:sz w:val="23"/>
          <w:szCs w:val="23"/>
        </w:rPr>
        <w:t>przedsiębiorc</w:t>
      </w:r>
      <w:r w:rsidR="00DA0DC0" w:rsidRPr="00606614">
        <w:rPr>
          <w:rFonts w:cs="Times New Roman"/>
          <w:sz w:val="23"/>
          <w:szCs w:val="23"/>
        </w:rPr>
        <w:t>a</w:t>
      </w:r>
      <w:r w:rsidRPr="00606614">
        <w:rPr>
          <w:rFonts w:cs="Times New Roman"/>
          <w:sz w:val="23"/>
          <w:szCs w:val="23"/>
        </w:rPr>
        <w:t xml:space="preserve"> świadcząc</w:t>
      </w:r>
      <w:r w:rsidR="00DA0DC0" w:rsidRPr="00606614">
        <w:rPr>
          <w:rFonts w:cs="Times New Roman"/>
          <w:sz w:val="23"/>
          <w:szCs w:val="23"/>
        </w:rPr>
        <w:t>y</w:t>
      </w:r>
      <w:r w:rsidRPr="00606614">
        <w:rPr>
          <w:rFonts w:cs="Times New Roman"/>
          <w:sz w:val="23"/>
          <w:szCs w:val="23"/>
        </w:rPr>
        <w:t xml:space="preserve"> usługi w ramach prowadzonej przez siebie działalności gospodarczej</w:t>
      </w:r>
      <w:r w:rsidR="00DA0DC0" w:rsidRPr="00606614">
        <w:rPr>
          <w:rFonts w:cs="Times New Roman"/>
          <w:sz w:val="23"/>
          <w:szCs w:val="23"/>
        </w:rPr>
        <w:t>)</w:t>
      </w:r>
      <w:r w:rsidRPr="00606614">
        <w:rPr>
          <w:rFonts w:cs="Times New Roman"/>
          <w:sz w:val="23"/>
          <w:szCs w:val="23"/>
        </w:rPr>
        <w:t xml:space="preserve">; </w:t>
      </w:r>
    </w:p>
    <w:p w14:paraId="033E8DD7" w14:textId="77777777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6)</w:t>
      </w:r>
      <w:r w:rsidRPr="00606614">
        <w:rPr>
          <w:rFonts w:cs="Times New Roman"/>
          <w:sz w:val="23"/>
          <w:szCs w:val="23"/>
        </w:rPr>
        <w:tab/>
        <w:t xml:space="preserve">były lub obecny pracownik kooperanta podmiotu wskazanego; </w:t>
      </w:r>
    </w:p>
    <w:p w14:paraId="11D424F6" w14:textId="6DF4F5CF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7)</w:t>
      </w:r>
      <w:r w:rsidRPr="00606614">
        <w:rPr>
          <w:rFonts w:cs="Times New Roman"/>
          <w:sz w:val="23"/>
          <w:szCs w:val="23"/>
        </w:rPr>
        <w:tab/>
        <w:t>osoba uczestnicząca w rekrutacji lub w negocjacjach poprzedzających nawiązanie któregoś ze stosunków prawnych wymienionych w pkt. 1</w:t>
      </w:r>
      <w:r w:rsidR="00114985">
        <w:rPr>
          <w:rFonts w:cs="Times New Roman"/>
          <w:sz w:val="23"/>
          <w:szCs w:val="23"/>
        </w:rPr>
        <w:t xml:space="preserve"> </w:t>
      </w:r>
      <w:r w:rsidR="00350322" w:rsidRPr="007A5132">
        <w:rPr>
          <w:rFonts w:eastAsia="Calibri" w:cs="Times New Roman"/>
          <w:szCs w:val="24"/>
          <w:lang w:eastAsia="en-US"/>
        </w:rPr>
        <w:t>–</w:t>
      </w:r>
      <w:r w:rsidR="00350322" w:rsidRPr="00D556B4">
        <w:rPr>
          <w:bCs/>
        </w:rPr>
        <w:t xml:space="preserve"> </w:t>
      </w:r>
      <w:r w:rsidR="00114985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>6</w:t>
      </w:r>
      <w:r w:rsidR="00DA0DC0" w:rsidRPr="00606614">
        <w:rPr>
          <w:rFonts w:cs="Times New Roman"/>
          <w:sz w:val="23"/>
          <w:szCs w:val="23"/>
        </w:rPr>
        <w:t xml:space="preserve"> powyżej</w:t>
      </w:r>
      <w:r w:rsidRPr="00606614">
        <w:rPr>
          <w:rFonts w:cs="Times New Roman"/>
          <w:sz w:val="23"/>
          <w:szCs w:val="23"/>
        </w:rPr>
        <w:t xml:space="preserve">;  </w:t>
      </w:r>
    </w:p>
    <w:p w14:paraId="4F7E28C3" w14:textId="3D15AAEB" w:rsidR="00DA0DC0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8)</w:t>
      </w:r>
      <w:r w:rsidRPr="00606614">
        <w:rPr>
          <w:rFonts w:cs="Times New Roman"/>
          <w:sz w:val="23"/>
          <w:szCs w:val="23"/>
        </w:rPr>
        <w:tab/>
        <w:t xml:space="preserve">osoba powiązana z podmiotem wskazanym </w:t>
      </w:r>
      <w:r w:rsidR="00DA0DC0" w:rsidRPr="00606614">
        <w:rPr>
          <w:rFonts w:cs="Times New Roman"/>
          <w:sz w:val="23"/>
          <w:szCs w:val="23"/>
        </w:rPr>
        <w:t xml:space="preserve">w wystąpieniu innymi okolicznościami </w:t>
      </w:r>
      <w:r w:rsidR="001F0E80">
        <w:rPr>
          <w:rFonts w:cs="Times New Roman"/>
          <w:sz w:val="23"/>
          <w:szCs w:val="23"/>
        </w:rPr>
        <w:t xml:space="preserve">dotyczącymi </w:t>
      </w:r>
      <w:r w:rsidR="00DA0DC0" w:rsidRPr="00606614">
        <w:rPr>
          <w:rFonts w:cs="Times New Roman"/>
          <w:sz w:val="23"/>
          <w:szCs w:val="23"/>
        </w:rPr>
        <w:t>świadczeni</w:t>
      </w:r>
      <w:r w:rsidR="001F0E80">
        <w:rPr>
          <w:rFonts w:cs="Times New Roman"/>
          <w:sz w:val="23"/>
          <w:szCs w:val="23"/>
        </w:rPr>
        <w:t>a</w:t>
      </w:r>
      <w:r w:rsidR="00DA0DC0" w:rsidRPr="00606614">
        <w:rPr>
          <w:rFonts w:cs="Times New Roman"/>
          <w:sz w:val="23"/>
          <w:szCs w:val="23"/>
        </w:rPr>
        <w:t xml:space="preserve"> pracy</w:t>
      </w:r>
      <w:r w:rsidR="00606614" w:rsidRPr="00606614">
        <w:rPr>
          <w:rFonts w:cs="Times New Roman"/>
          <w:sz w:val="23"/>
          <w:szCs w:val="23"/>
        </w:rPr>
        <w:t xml:space="preserve"> lub usług</w:t>
      </w:r>
      <w:r w:rsidR="00DA0DC0" w:rsidRPr="00606614">
        <w:rPr>
          <w:rFonts w:cs="Times New Roman"/>
          <w:sz w:val="23"/>
          <w:szCs w:val="23"/>
        </w:rPr>
        <w:t xml:space="preserve"> na rzecz podmiotu wskazanego </w:t>
      </w:r>
      <w:r w:rsidR="00F66F1F">
        <w:rPr>
          <w:rFonts w:cs="Times New Roman"/>
          <w:sz w:val="23"/>
          <w:szCs w:val="23"/>
        </w:rPr>
        <w:br/>
      </w:r>
      <w:r w:rsidR="00DA0DC0" w:rsidRPr="00606614">
        <w:rPr>
          <w:rFonts w:cs="Times New Roman"/>
          <w:sz w:val="23"/>
          <w:szCs w:val="23"/>
        </w:rPr>
        <w:t xml:space="preserve">w wystąpieniu. </w:t>
      </w:r>
    </w:p>
    <w:p w14:paraId="48788790" w14:textId="77777777" w:rsidR="00DA0DC0" w:rsidRPr="00606614" w:rsidRDefault="00DA0DC0" w:rsidP="00DA0DC0">
      <w:pPr>
        <w:spacing w:line="240" w:lineRule="auto"/>
        <w:jc w:val="both"/>
        <w:rPr>
          <w:rFonts w:cs="Times New Roman"/>
          <w:sz w:val="23"/>
          <w:szCs w:val="23"/>
        </w:rPr>
      </w:pPr>
    </w:p>
    <w:p w14:paraId="2E43FE32" w14:textId="60B27199" w:rsidR="00DA0DC0" w:rsidRPr="00606614" w:rsidRDefault="00DA0DC0" w:rsidP="00DA0DC0">
      <w:pPr>
        <w:spacing w:line="240" w:lineRule="auto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ab/>
      </w:r>
      <w:r w:rsidRPr="00606614">
        <w:rPr>
          <w:rFonts w:cs="Times New Roman"/>
          <w:sz w:val="23"/>
          <w:szCs w:val="23"/>
        </w:rPr>
        <w:tab/>
      </w:r>
      <w:r w:rsidRPr="00606614">
        <w:rPr>
          <w:rFonts w:cs="Times New Roman"/>
          <w:sz w:val="23"/>
          <w:szCs w:val="23"/>
        </w:rPr>
        <w:tab/>
      </w:r>
      <w:r w:rsidR="00771156" w:rsidRPr="00606614">
        <w:rPr>
          <w:rFonts w:cs="Times New Roman"/>
          <w:sz w:val="23"/>
          <w:szCs w:val="23"/>
        </w:rPr>
        <w:t>Powyższych w</w:t>
      </w:r>
      <w:r w:rsidRPr="00606614">
        <w:rPr>
          <w:rFonts w:cs="Times New Roman"/>
          <w:sz w:val="23"/>
          <w:szCs w:val="23"/>
        </w:rPr>
        <w:t xml:space="preserve">yjaśnień należy udzielić </w:t>
      </w:r>
      <w:r w:rsidR="00771156" w:rsidRPr="00606614">
        <w:rPr>
          <w:rFonts w:cs="Times New Roman"/>
          <w:b/>
          <w:bCs/>
          <w:sz w:val="23"/>
          <w:szCs w:val="23"/>
        </w:rPr>
        <w:t>w terminie 7 dni od otrzymania niniejszego wezwania</w:t>
      </w:r>
      <w:r w:rsidR="00771156" w:rsidRPr="00606614">
        <w:rPr>
          <w:rFonts w:cs="Times New Roman"/>
          <w:sz w:val="23"/>
          <w:szCs w:val="23"/>
        </w:rPr>
        <w:t>, a ich nieudzielenie będzie skutkować odstąpieniem od nadania biegu pismu w trybie regulowanym ustawą o ochronie sygnalistów oraz ewentualną kwalifikacją pisma</w:t>
      </w:r>
      <w:r w:rsidR="00DB6FF1" w:rsidRPr="00606614">
        <w:rPr>
          <w:rFonts w:cs="Times New Roman"/>
          <w:sz w:val="23"/>
          <w:szCs w:val="23"/>
        </w:rPr>
        <w:t xml:space="preserve"> na innej podstawie prawnej. </w:t>
      </w:r>
    </w:p>
    <w:p w14:paraId="437F4325" w14:textId="157B0F6E" w:rsidR="00DB6FF1" w:rsidRPr="00606614" w:rsidRDefault="00DB6FF1" w:rsidP="002076BD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Wyjaśnień można udzielić w postaci uzupełniającej wiadomości e-mail wysłanej na adres (</w:t>
      </w:r>
      <w:r w:rsidRPr="00606614">
        <w:rPr>
          <w:rFonts w:cs="Times New Roman"/>
          <w:i/>
          <w:iCs/>
          <w:sz w:val="23"/>
          <w:szCs w:val="23"/>
        </w:rPr>
        <w:t>adres poczty elektronicznej pracownika merytorycznego</w:t>
      </w:r>
      <w:r w:rsidRPr="00606614">
        <w:rPr>
          <w:rFonts w:cs="Times New Roman"/>
          <w:sz w:val="23"/>
          <w:szCs w:val="23"/>
        </w:rPr>
        <w:t xml:space="preserve">)** </w:t>
      </w:r>
      <w:r w:rsidR="00606614" w:rsidRPr="00606614">
        <w:rPr>
          <w:rFonts w:cs="Times New Roman"/>
          <w:sz w:val="23"/>
          <w:szCs w:val="23"/>
        </w:rPr>
        <w:t xml:space="preserve">W odpowiedzi na wezwanie proszę powołać się na znak sprawy wskazany w górnym wierszu pisma. </w:t>
      </w:r>
    </w:p>
    <w:p w14:paraId="4AB5DC6C" w14:textId="77777777" w:rsidR="002076BD" w:rsidRPr="00606614" w:rsidRDefault="002076BD" w:rsidP="002076BD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</w:p>
    <w:p w14:paraId="30F60862" w14:textId="2C4D97FE" w:rsidR="00606614" w:rsidRPr="00606614" w:rsidRDefault="00EF220A" w:rsidP="00606614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 w:rsidRPr="00606614">
        <w:rPr>
          <w:rFonts w:cs="Times New Roman"/>
          <w:sz w:val="23"/>
          <w:szCs w:val="23"/>
        </w:rPr>
        <w:t xml:space="preserve">Podstawa prawna: § 8 ust. 2 </w:t>
      </w:r>
      <w:r w:rsidR="00606614" w:rsidRPr="00606614">
        <w:rPr>
          <w:rFonts w:cs="Times New Roman"/>
          <w:sz w:val="23"/>
          <w:szCs w:val="23"/>
        </w:rPr>
        <w:t xml:space="preserve">rozporządzenia Rady Ministrów z dnia 8 stycznia 2002 r. w sprawie organizacji przyjmowania i rozpatrywania skarg i wniosków (Dz. U. Nr 5, poz. 46) </w:t>
      </w:r>
      <w:r w:rsidRPr="00606614">
        <w:rPr>
          <w:rFonts w:cs="Times New Roman"/>
          <w:sz w:val="23"/>
          <w:szCs w:val="23"/>
        </w:rPr>
        <w:t xml:space="preserve">w zw. z </w:t>
      </w:r>
      <w:r w:rsidR="00606614" w:rsidRPr="00606614">
        <w:rPr>
          <w:rFonts w:cs="Times New Roman"/>
          <w:sz w:val="23"/>
          <w:szCs w:val="23"/>
        </w:rPr>
        <w:t xml:space="preserve">art. 226 ustawy z dnia 14 czerwca 1960 r. Kodeks postępowania administracyjnego (Dz. U. z 2024 r. poz. 572) w zw. z art. </w:t>
      </w:r>
      <w:r w:rsidRPr="00606614">
        <w:rPr>
          <w:rFonts w:cs="Times New Roman"/>
          <w:sz w:val="23"/>
          <w:szCs w:val="23"/>
        </w:rPr>
        <w:t>50</w:t>
      </w:r>
      <w:r w:rsidR="00606614" w:rsidRPr="00606614">
        <w:rPr>
          <w:rFonts w:cs="Times New Roman"/>
          <w:sz w:val="23"/>
          <w:szCs w:val="23"/>
        </w:rPr>
        <w:t xml:space="preserve">, </w:t>
      </w:r>
      <w:r w:rsidR="00DA0DC0" w:rsidRPr="00606614">
        <w:rPr>
          <w:rFonts w:cs="Times New Roman"/>
          <w:sz w:val="23"/>
          <w:szCs w:val="23"/>
        </w:rPr>
        <w:t>art. 2 pkt 5</w:t>
      </w:r>
      <w:r w:rsidR="00606614" w:rsidRPr="00606614">
        <w:rPr>
          <w:rFonts w:cs="Times New Roman"/>
          <w:sz w:val="23"/>
          <w:szCs w:val="23"/>
        </w:rPr>
        <w:t xml:space="preserve">, </w:t>
      </w:r>
      <w:r w:rsidR="00DA0DC0" w:rsidRPr="00606614">
        <w:rPr>
          <w:rFonts w:cs="Times New Roman"/>
          <w:sz w:val="23"/>
          <w:szCs w:val="23"/>
        </w:rPr>
        <w:t xml:space="preserve">art. 4 </w:t>
      </w:r>
      <w:r w:rsidR="00606614" w:rsidRPr="00606614">
        <w:rPr>
          <w:rFonts w:cs="Times New Roman"/>
          <w:sz w:val="23"/>
          <w:szCs w:val="23"/>
        </w:rPr>
        <w:t xml:space="preserve">oraz art. 32 ust. 4 w zw. z art. 34 ust. 1 pkt 2 i ust. 2 </w:t>
      </w:r>
      <w:r w:rsidR="00606614" w:rsidRPr="00606614">
        <w:rPr>
          <w:rFonts w:eastAsia="Calibri" w:cs="Times New Roman"/>
          <w:sz w:val="23"/>
          <w:szCs w:val="23"/>
          <w:lang w:eastAsia="en-US"/>
        </w:rPr>
        <w:t xml:space="preserve">ustawy z dnia 14 czerwca 2024 r. o ochronie sygnalistów (Dz. U. </w:t>
      </w:r>
      <w:r w:rsidR="00B75580">
        <w:rPr>
          <w:rFonts w:eastAsia="Calibri" w:cs="Times New Roman"/>
          <w:sz w:val="23"/>
          <w:szCs w:val="23"/>
          <w:lang w:eastAsia="en-US"/>
        </w:rPr>
        <w:t xml:space="preserve">z 2024 r. </w:t>
      </w:r>
      <w:r w:rsidR="00606614" w:rsidRPr="00606614">
        <w:rPr>
          <w:rFonts w:eastAsia="Calibri" w:cs="Times New Roman"/>
          <w:sz w:val="23"/>
          <w:szCs w:val="23"/>
          <w:lang w:eastAsia="en-US"/>
        </w:rPr>
        <w:t xml:space="preserve">poz. 928). </w:t>
      </w:r>
    </w:p>
    <w:p w14:paraId="2FB7BFA0" w14:textId="77777777" w:rsidR="0099368F" w:rsidRDefault="0099368F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0B1EC218" w14:textId="77777777" w:rsidR="0099368F" w:rsidRDefault="0099368F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08522D3B" w14:textId="77777777" w:rsidR="0099368F" w:rsidRDefault="0099368F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34887BA9" w14:textId="77777777" w:rsidR="0099368F" w:rsidRDefault="0099368F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69ECE272" w14:textId="64003CD8" w:rsidR="0099368F" w:rsidRDefault="00AA09BF" w:rsidP="00AA09BF">
      <w:pPr>
        <w:spacing w:line="240" w:lineRule="auto"/>
        <w:ind w:left="4902" w:firstLine="538"/>
        <w:jc w:val="center"/>
        <w:rPr>
          <w:rFonts w:cs="Times New Roman"/>
          <w:i/>
          <w:iCs/>
          <w:sz w:val="23"/>
          <w:szCs w:val="23"/>
        </w:rPr>
      </w:pPr>
      <w:r>
        <w:rPr>
          <w:rFonts w:cs="Times New Roman"/>
          <w:i/>
          <w:iCs/>
          <w:sz w:val="23"/>
          <w:szCs w:val="23"/>
        </w:rPr>
        <w:t>……………………………………………</w:t>
      </w:r>
    </w:p>
    <w:p w14:paraId="622A929C" w14:textId="4AE89305" w:rsidR="00DB6FF1" w:rsidRDefault="00125F0A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  <w:r w:rsidRPr="00125F0A">
        <w:rPr>
          <w:rFonts w:cs="Times New Roman"/>
          <w:i/>
          <w:iCs/>
          <w:sz w:val="18"/>
          <w:szCs w:val="18"/>
        </w:rPr>
        <w:t>p</w:t>
      </w:r>
      <w:r w:rsidR="00DB6FF1" w:rsidRPr="00125F0A">
        <w:rPr>
          <w:rFonts w:cs="Times New Roman"/>
          <w:i/>
          <w:iCs/>
          <w:sz w:val="18"/>
          <w:szCs w:val="18"/>
        </w:rPr>
        <w:t>odpi</w:t>
      </w:r>
      <w:r w:rsidRPr="00125F0A">
        <w:rPr>
          <w:rFonts w:cs="Times New Roman"/>
          <w:i/>
          <w:iCs/>
          <w:sz w:val="18"/>
          <w:szCs w:val="18"/>
        </w:rPr>
        <w:t xml:space="preserve">s </w:t>
      </w:r>
      <w:r w:rsidR="00183200" w:rsidRPr="00125F0A">
        <w:rPr>
          <w:rFonts w:cs="Times New Roman"/>
          <w:i/>
          <w:iCs/>
          <w:sz w:val="18"/>
          <w:szCs w:val="18"/>
        </w:rPr>
        <w:t>PPIS</w:t>
      </w:r>
      <w:r w:rsidR="009B2792">
        <w:rPr>
          <w:rFonts w:cs="Times New Roman"/>
          <w:i/>
          <w:iCs/>
          <w:sz w:val="18"/>
          <w:szCs w:val="18"/>
        </w:rPr>
        <w:t xml:space="preserve"> </w:t>
      </w:r>
      <w:r w:rsidRPr="00125F0A">
        <w:rPr>
          <w:rFonts w:cs="Times New Roman"/>
          <w:i/>
          <w:iCs/>
          <w:sz w:val="18"/>
          <w:szCs w:val="18"/>
        </w:rPr>
        <w:t>/</w:t>
      </w:r>
      <w:r w:rsidR="00DB6FF1" w:rsidRPr="00125F0A">
        <w:rPr>
          <w:rFonts w:cs="Times New Roman"/>
          <w:i/>
          <w:iCs/>
          <w:sz w:val="18"/>
          <w:szCs w:val="18"/>
        </w:rPr>
        <w:t xml:space="preserve"> pracownika </w:t>
      </w:r>
      <w:r w:rsidR="00DB6FF1" w:rsidRPr="00125F0A">
        <w:rPr>
          <w:rFonts w:cs="Times New Roman"/>
          <w:i/>
          <w:iCs/>
          <w:sz w:val="18"/>
          <w:szCs w:val="18"/>
        </w:rPr>
        <w:br/>
        <w:t>upoważnionego do podpisu</w:t>
      </w:r>
      <w:r w:rsidR="00606614" w:rsidRPr="00125F0A">
        <w:rPr>
          <w:rFonts w:cs="Times New Roman"/>
          <w:i/>
          <w:iCs/>
          <w:sz w:val="18"/>
          <w:szCs w:val="18"/>
        </w:rPr>
        <w:t xml:space="preserve"> pism w imieniu P</w:t>
      </w:r>
      <w:r w:rsidR="00EA4277" w:rsidRPr="00125F0A">
        <w:rPr>
          <w:rFonts w:cs="Times New Roman"/>
          <w:i/>
          <w:iCs/>
          <w:sz w:val="18"/>
          <w:szCs w:val="18"/>
        </w:rPr>
        <w:t>P</w:t>
      </w:r>
      <w:r w:rsidR="00606614" w:rsidRPr="00125F0A">
        <w:rPr>
          <w:rFonts w:cs="Times New Roman"/>
          <w:i/>
          <w:iCs/>
          <w:sz w:val="18"/>
          <w:szCs w:val="18"/>
        </w:rPr>
        <w:t>IS</w:t>
      </w:r>
    </w:p>
    <w:p w14:paraId="0A93CCB7" w14:textId="77777777" w:rsidR="00234EA7" w:rsidRDefault="00234EA7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0BBB668D" w14:textId="77777777" w:rsidR="00234EA7" w:rsidRDefault="00234EA7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2851C812" w14:textId="77777777" w:rsidR="00234EA7" w:rsidRDefault="00234EA7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7ABE5494" w14:textId="77777777" w:rsidR="00234EA7" w:rsidRPr="00125F0A" w:rsidRDefault="00234EA7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402B3911" w14:textId="7227373C" w:rsidR="00DB6FF1" w:rsidRPr="00606614" w:rsidRDefault="00DB6FF1" w:rsidP="002076BD">
      <w:pPr>
        <w:spacing w:line="240" w:lineRule="auto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----------------</w:t>
      </w:r>
    </w:p>
    <w:p w14:paraId="0D71F47C" w14:textId="5F1557B6" w:rsidR="00FB3B3D" w:rsidRPr="0023500A" w:rsidRDefault="00FB3B3D" w:rsidP="002076BD">
      <w:pPr>
        <w:spacing w:line="240" w:lineRule="auto"/>
        <w:rPr>
          <w:rFonts w:cs="Times New Roman"/>
          <w:sz w:val="20"/>
        </w:rPr>
      </w:pPr>
      <w:r w:rsidRPr="0023500A">
        <w:rPr>
          <w:rFonts w:cs="Times New Roman"/>
          <w:sz w:val="20"/>
        </w:rPr>
        <w:t xml:space="preserve">* wybrać właściwe </w:t>
      </w:r>
    </w:p>
    <w:p w14:paraId="0801F2D6" w14:textId="21C7B0F6" w:rsidR="00696163" w:rsidRPr="0023500A" w:rsidRDefault="00DB6FF1" w:rsidP="00606614">
      <w:pPr>
        <w:spacing w:line="240" w:lineRule="auto"/>
        <w:rPr>
          <w:rFonts w:cs="Times New Roman"/>
          <w:sz w:val="20"/>
        </w:rPr>
      </w:pPr>
      <w:r w:rsidRPr="0023500A">
        <w:rPr>
          <w:rFonts w:cs="Times New Roman"/>
          <w:sz w:val="20"/>
        </w:rPr>
        <w:t xml:space="preserve">** można wskazać </w:t>
      </w:r>
      <w:r w:rsidR="00BD253E" w:rsidRPr="0023500A">
        <w:rPr>
          <w:rFonts w:cs="Times New Roman"/>
          <w:sz w:val="20"/>
        </w:rPr>
        <w:t xml:space="preserve">także </w:t>
      </w:r>
      <w:r w:rsidRPr="0023500A">
        <w:rPr>
          <w:rFonts w:cs="Times New Roman"/>
          <w:sz w:val="20"/>
        </w:rPr>
        <w:t xml:space="preserve">inny kanał komunikacji </w:t>
      </w:r>
      <w:r w:rsidR="00BD253E" w:rsidRPr="0023500A">
        <w:rPr>
          <w:rFonts w:cs="Times New Roman"/>
          <w:sz w:val="20"/>
        </w:rPr>
        <w:t xml:space="preserve">odpowiadający </w:t>
      </w:r>
      <w:r w:rsidRPr="0023500A">
        <w:rPr>
          <w:rFonts w:cs="Times New Roman"/>
          <w:sz w:val="20"/>
        </w:rPr>
        <w:t>adres</w:t>
      </w:r>
      <w:r w:rsidR="00BD253E" w:rsidRPr="0023500A">
        <w:rPr>
          <w:rFonts w:cs="Times New Roman"/>
          <w:sz w:val="20"/>
        </w:rPr>
        <w:t>owi</w:t>
      </w:r>
      <w:r w:rsidRPr="0023500A">
        <w:rPr>
          <w:rFonts w:cs="Times New Roman"/>
          <w:sz w:val="20"/>
        </w:rPr>
        <w:t xml:space="preserve"> do kontaktu jakim posługuje się osoba składająca wystąpieni</w:t>
      </w:r>
      <w:r w:rsidR="00BD253E" w:rsidRPr="0023500A">
        <w:rPr>
          <w:rFonts w:cs="Times New Roman"/>
          <w:sz w:val="20"/>
        </w:rPr>
        <w:t>e</w:t>
      </w:r>
      <w:r w:rsidR="00696163" w:rsidRPr="0023500A">
        <w:rPr>
          <w:rFonts w:cs="Times New Roman"/>
          <w:sz w:val="20"/>
        </w:rPr>
        <w:t xml:space="preserve">                                                                                 </w:t>
      </w:r>
      <w:r w:rsidR="00E60C3D" w:rsidRPr="0023500A">
        <w:rPr>
          <w:rFonts w:cs="Times New Roman"/>
          <w:sz w:val="20"/>
        </w:rPr>
        <w:t xml:space="preserve">         </w:t>
      </w:r>
      <w:r w:rsidR="00696163" w:rsidRPr="0023500A">
        <w:rPr>
          <w:rFonts w:cs="Times New Roman"/>
          <w:sz w:val="20"/>
        </w:rPr>
        <w:t xml:space="preserve">    </w:t>
      </w:r>
    </w:p>
    <w:sectPr w:rsidR="00696163" w:rsidRPr="0023500A" w:rsidSect="00234EA7">
      <w:headerReference w:type="default" r:id="rId12"/>
      <w:footnotePr>
        <w:numRestart w:val="eachSect"/>
      </w:footnotePr>
      <w:pgSz w:w="11906" w:h="16838"/>
      <w:pgMar w:top="567" w:right="1418" w:bottom="567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64C9" w14:textId="77777777" w:rsidR="00A03794" w:rsidRDefault="00A03794">
      <w:r>
        <w:separator/>
      </w:r>
    </w:p>
  </w:endnote>
  <w:endnote w:type="continuationSeparator" w:id="0">
    <w:p w14:paraId="330D3601" w14:textId="77777777" w:rsidR="00A03794" w:rsidRDefault="00A0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E4567" w14:textId="77777777" w:rsidR="00A03794" w:rsidRDefault="00A03794">
      <w:r>
        <w:separator/>
      </w:r>
    </w:p>
  </w:footnote>
  <w:footnote w:type="continuationSeparator" w:id="0">
    <w:p w14:paraId="2FCED9AF" w14:textId="77777777" w:rsidR="00A03794" w:rsidRDefault="00A0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F045" w14:textId="77777777" w:rsidR="00CC3E3D" w:rsidRPr="00F97CDC" w:rsidRDefault="00CC3E3D" w:rsidP="00B371CC">
    <w:pPr>
      <w:pStyle w:val="Nagwek"/>
      <w:jc w:val="center"/>
      <w:rPr>
        <w:rFonts w:asciiTheme="minorHAnsi" w:hAnsiTheme="minorHAnsi" w:cstheme="minorHAnsi"/>
      </w:rPr>
    </w:pPr>
    <w:r w:rsidRPr="00F97CDC">
      <w:rPr>
        <w:rFonts w:asciiTheme="minorHAnsi" w:hAnsiTheme="minorHAnsi" w:cstheme="minorHAnsi"/>
      </w:rPr>
      <w:t xml:space="preserve">– </w:t>
    </w:r>
    <w:r w:rsidRPr="00F97CDC">
      <w:rPr>
        <w:rFonts w:asciiTheme="minorHAnsi" w:hAnsiTheme="minorHAnsi" w:cstheme="minorHAnsi"/>
      </w:rPr>
      <w:fldChar w:fldCharType="begin"/>
    </w:r>
    <w:r w:rsidRPr="00F97CDC">
      <w:rPr>
        <w:rFonts w:asciiTheme="minorHAnsi" w:hAnsiTheme="minorHAnsi" w:cstheme="minorHAnsi"/>
      </w:rPr>
      <w:instrText xml:space="preserve"> PAGE  \* MERGEFORMAT </w:instrText>
    </w:r>
    <w:r w:rsidRPr="00F97CDC">
      <w:rPr>
        <w:rFonts w:asciiTheme="minorHAnsi" w:hAnsiTheme="minorHAnsi" w:cstheme="minorHAnsi"/>
      </w:rPr>
      <w:fldChar w:fldCharType="separate"/>
    </w:r>
    <w:r w:rsidRPr="00F97CDC">
      <w:rPr>
        <w:rFonts w:asciiTheme="minorHAnsi" w:hAnsiTheme="minorHAnsi" w:cstheme="minorHAnsi"/>
        <w:noProof/>
      </w:rPr>
      <w:t>3</w:t>
    </w:r>
    <w:r w:rsidRPr="00F97CDC">
      <w:rPr>
        <w:rFonts w:asciiTheme="minorHAnsi" w:hAnsiTheme="minorHAnsi" w:cstheme="minorHAnsi"/>
        <w:noProof/>
      </w:rPr>
      <w:fldChar w:fldCharType="end"/>
    </w:r>
    <w:r w:rsidRPr="00F97CDC">
      <w:rPr>
        <w:rFonts w:asciiTheme="minorHAnsi" w:hAnsiTheme="minorHAnsi" w:cstheme="minorHAnsi"/>
      </w:rP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15D"/>
    <w:multiLevelType w:val="hybridMultilevel"/>
    <w:tmpl w:val="8D4E8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54CFC"/>
    <w:multiLevelType w:val="hybridMultilevel"/>
    <w:tmpl w:val="39EC8E90"/>
    <w:lvl w:ilvl="0" w:tplc="12360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E700FD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1"/>
  </w:num>
  <w:num w:numId="2" w16cid:durableId="1609504583">
    <w:abstractNumId w:val="2"/>
  </w:num>
  <w:num w:numId="3" w16cid:durableId="1713727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4134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7A"/>
    <w:rsid w:val="00000F4D"/>
    <w:rsid w:val="000012DA"/>
    <w:rsid w:val="00001554"/>
    <w:rsid w:val="00001944"/>
    <w:rsid w:val="0000246E"/>
    <w:rsid w:val="00003862"/>
    <w:rsid w:val="00011B4D"/>
    <w:rsid w:val="00012A35"/>
    <w:rsid w:val="000130F6"/>
    <w:rsid w:val="00016099"/>
    <w:rsid w:val="00017DC2"/>
    <w:rsid w:val="00021105"/>
    <w:rsid w:val="00021522"/>
    <w:rsid w:val="0002153D"/>
    <w:rsid w:val="00021E72"/>
    <w:rsid w:val="00023471"/>
    <w:rsid w:val="00023F13"/>
    <w:rsid w:val="00027ED9"/>
    <w:rsid w:val="00030634"/>
    <w:rsid w:val="00031352"/>
    <w:rsid w:val="000319C1"/>
    <w:rsid w:val="00031A8B"/>
    <w:rsid w:val="00031BCA"/>
    <w:rsid w:val="000324E5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133"/>
    <w:rsid w:val="00057AB3"/>
    <w:rsid w:val="00060076"/>
    <w:rsid w:val="00060432"/>
    <w:rsid w:val="00060A5B"/>
    <w:rsid w:val="00060D87"/>
    <w:rsid w:val="000612FB"/>
    <w:rsid w:val="000615A5"/>
    <w:rsid w:val="000648A3"/>
    <w:rsid w:val="00064E4C"/>
    <w:rsid w:val="000660E5"/>
    <w:rsid w:val="00066901"/>
    <w:rsid w:val="000706C7"/>
    <w:rsid w:val="00071BEE"/>
    <w:rsid w:val="000731A3"/>
    <w:rsid w:val="000736CD"/>
    <w:rsid w:val="00073710"/>
    <w:rsid w:val="00073E57"/>
    <w:rsid w:val="0007533B"/>
    <w:rsid w:val="0007545D"/>
    <w:rsid w:val="000760BF"/>
    <w:rsid w:val="0007613E"/>
    <w:rsid w:val="00076BFC"/>
    <w:rsid w:val="000814A7"/>
    <w:rsid w:val="0008557B"/>
    <w:rsid w:val="0008579A"/>
    <w:rsid w:val="00085CE7"/>
    <w:rsid w:val="000906EE"/>
    <w:rsid w:val="00091BA2"/>
    <w:rsid w:val="000944EF"/>
    <w:rsid w:val="0009732D"/>
    <w:rsid w:val="000973F0"/>
    <w:rsid w:val="000A1296"/>
    <w:rsid w:val="000A1B80"/>
    <w:rsid w:val="000A1C27"/>
    <w:rsid w:val="000A1DAD"/>
    <w:rsid w:val="000A2649"/>
    <w:rsid w:val="000A2FC6"/>
    <w:rsid w:val="000A323B"/>
    <w:rsid w:val="000A3A9D"/>
    <w:rsid w:val="000A4948"/>
    <w:rsid w:val="000A4E18"/>
    <w:rsid w:val="000B03C3"/>
    <w:rsid w:val="000B1F54"/>
    <w:rsid w:val="000B298D"/>
    <w:rsid w:val="000B3FD8"/>
    <w:rsid w:val="000B5B2D"/>
    <w:rsid w:val="000B5DCE"/>
    <w:rsid w:val="000C05BA"/>
    <w:rsid w:val="000C0E8F"/>
    <w:rsid w:val="000C49E1"/>
    <w:rsid w:val="000C4BC4"/>
    <w:rsid w:val="000C4FE5"/>
    <w:rsid w:val="000D0110"/>
    <w:rsid w:val="000D2468"/>
    <w:rsid w:val="000D27F3"/>
    <w:rsid w:val="000D318A"/>
    <w:rsid w:val="000D6173"/>
    <w:rsid w:val="000D6F83"/>
    <w:rsid w:val="000E0CDF"/>
    <w:rsid w:val="000E25CC"/>
    <w:rsid w:val="000E28D2"/>
    <w:rsid w:val="000E3694"/>
    <w:rsid w:val="000E41D8"/>
    <w:rsid w:val="000E490F"/>
    <w:rsid w:val="000E6241"/>
    <w:rsid w:val="000E6361"/>
    <w:rsid w:val="000F21A1"/>
    <w:rsid w:val="000F2BE3"/>
    <w:rsid w:val="000F3D0D"/>
    <w:rsid w:val="000F4227"/>
    <w:rsid w:val="000F654C"/>
    <w:rsid w:val="000F6ED4"/>
    <w:rsid w:val="000F7A6E"/>
    <w:rsid w:val="001016A2"/>
    <w:rsid w:val="001042BA"/>
    <w:rsid w:val="00106BA6"/>
    <w:rsid w:val="00106D03"/>
    <w:rsid w:val="00110465"/>
    <w:rsid w:val="00110628"/>
    <w:rsid w:val="0011245A"/>
    <w:rsid w:val="001126A7"/>
    <w:rsid w:val="0011493E"/>
    <w:rsid w:val="00114985"/>
    <w:rsid w:val="00115B72"/>
    <w:rsid w:val="00116752"/>
    <w:rsid w:val="001209EC"/>
    <w:rsid w:val="00120A9E"/>
    <w:rsid w:val="00120C12"/>
    <w:rsid w:val="001249ED"/>
    <w:rsid w:val="00125A9C"/>
    <w:rsid w:val="00125F0A"/>
    <w:rsid w:val="001270A2"/>
    <w:rsid w:val="00131237"/>
    <w:rsid w:val="001329AC"/>
    <w:rsid w:val="00133120"/>
    <w:rsid w:val="00134002"/>
    <w:rsid w:val="00134CA0"/>
    <w:rsid w:val="00135C2A"/>
    <w:rsid w:val="00136A27"/>
    <w:rsid w:val="0014026F"/>
    <w:rsid w:val="00140BE9"/>
    <w:rsid w:val="00147A47"/>
    <w:rsid w:val="00147AA1"/>
    <w:rsid w:val="001520CF"/>
    <w:rsid w:val="001532CC"/>
    <w:rsid w:val="0015336A"/>
    <w:rsid w:val="001535A2"/>
    <w:rsid w:val="0015667C"/>
    <w:rsid w:val="00157110"/>
    <w:rsid w:val="001571BA"/>
    <w:rsid w:val="0015742A"/>
    <w:rsid w:val="00157DA1"/>
    <w:rsid w:val="00163147"/>
    <w:rsid w:val="00163C93"/>
    <w:rsid w:val="00164C57"/>
    <w:rsid w:val="00164C9D"/>
    <w:rsid w:val="001660D5"/>
    <w:rsid w:val="00172C6C"/>
    <w:rsid w:val="00172F7A"/>
    <w:rsid w:val="00172FC8"/>
    <w:rsid w:val="00173150"/>
    <w:rsid w:val="00173390"/>
    <w:rsid w:val="001733FB"/>
    <w:rsid w:val="001736F0"/>
    <w:rsid w:val="00173BB3"/>
    <w:rsid w:val="001740D0"/>
    <w:rsid w:val="00174F2C"/>
    <w:rsid w:val="0017530F"/>
    <w:rsid w:val="00175E86"/>
    <w:rsid w:val="00180F2A"/>
    <w:rsid w:val="0018177C"/>
    <w:rsid w:val="00182319"/>
    <w:rsid w:val="00183200"/>
    <w:rsid w:val="00184B91"/>
    <w:rsid w:val="00184D4A"/>
    <w:rsid w:val="00186EC1"/>
    <w:rsid w:val="00191E1F"/>
    <w:rsid w:val="0019274B"/>
    <w:rsid w:val="0019287B"/>
    <w:rsid w:val="0019473B"/>
    <w:rsid w:val="001952B1"/>
    <w:rsid w:val="00196E39"/>
    <w:rsid w:val="00197649"/>
    <w:rsid w:val="001A01FB"/>
    <w:rsid w:val="001A10E9"/>
    <w:rsid w:val="001A183D"/>
    <w:rsid w:val="001A2B65"/>
    <w:rsid w:val="001A2B9D"/>
    <w:rsid w:val="001A3CD3"/>
    <w:rsid w:val="001A5BEF"/>
    <w:rsid w:val="001A615F"/>
    <w:rsid w:val="001A7BE9"/>
    <w:rsid w:val="001A7F15"/>
    <w:rsid w:val="001B1E95"/>
    <w:rsid w:val="001B2D0D"/>
    <w:rsid w:val="001B342E"/>
    <w:rsid w:val="001B64A7"/>
    <w:rsid w:val="001C1832"/>
    <w:rsid w:val="001C188C"/>
    <w:rsid w:val="001C1ADE"/>
    <w:rsid w:val="001C336B"/>
    <w:rsid w:val="001C5CB1"/>
    <w:rsid w:val="001D1783"/>
    <w:rsid w:val="001D326B"/>
    <w:rsid w:val="001D53CD"/>
    <w:rsid w:val="001D55A3"/>
    <w:rsid w:val="001D5AF5"/>
    <w:rsid w:val="001E035B"/>
    <w:rsid w:val="001E1E73"/>
    <w:rsid w:val="001E4DAA"/>
    <w:rsid w:val="001E4E0C"/>
    <w:rsid w:val="001E526D"/>
    <w:rsid w:val="001E5655"/>
    <w:rsid w:val="001F0E80"/>
    <w:rsid w:val="001F11A2"/>
    <w:rsid w:val="001F1832"/>
    <w:rsid w:val="001F220F"/>
    <w:rsid w:val="001F25B3"/>
    <w:rsid w:val="001F266D"/>
    <w:rsid w:val="001F5663"/>
    <w:rsid w:val="001F6189"/>
    <w:rsid w:val="001F6616"/>
    <w:rsid w:val="00202BD4"/>
    <w:rsid w:val="002036D9"/>
    <w:rsid w:val="0020490E"/>
    <w:rsid w:val="00204A97"/>
    <w:rsid w:val="002055A1"/>
    <w:rsid w:val="002076BD"/>
    <w:rsid w:val="00207FE1"/>
    <w:rsid w:val="002114EF"/>
    <w:rsid w:val="00213F3D"/>
    <w:rsid w:val="00214789"/>
    <w:rsid w:val="00214A8B"/>
    <w:rsid w:val="002166AD"/>
    <w:rsid w:val="00217665"/>
    <w:rsid w:val="00217871"/>
    <w:rsid w:val="00221ED8"/>
    <w:rsid w:val="002231EA"/>
    <w:rsid w:val="00223FDF"/>
    <w:rsid w:val="00224E2C"/>
    <w:rsid w:val="002279C0"/>
    <w:rsid w:val="002318C8"/>
    <w:rsid w:val="00232B50"/>
    <w:rsid w:val="00233BD1"/>
    <w:rsid w:val="00234EA7"/>
    <w:rsid w:val="0023500A"/>
    <w:rsid w:val="00236902"/>
    <w:rsid w:val="0023727E"/>
    <w:rsid w:val="00237DA0"/>
    <w:rsid w:val="00242081"/>
    <w:rsid w:val="00242119"/>
    <w:rsid w:val="00242C01"/>
    <w:rsid w:val="00242D40"/>
    <w:rsid w:val="00243777"/>
    <w:rsid w:val="002441CD"/>
    <w:rsid w:val="00246FEB"/>
    <w:rsid w:val="00247495"/>
    <w:rsid w:val="002501A3"/>
    <w:rsid w:val="00251484"/>
    <w:rsid w:val="0025166C"/>
    <w:rsid w:val="00253787"/>
    <w:rsid w:val="00253F40"/>
    <w:rsid w:val="002551C2"/>
    <w:rsid w:val="002555D4"/>
    <w:rsid w:val="002605D1"/>
    <w:rsid w:val="002618B7"/>
    <w:rsid w:val="00261A16"/>
    <w:rsid w:val="0026202F"/>
    <w:rsid w:val="00263522"/>
    <w:rsid w:val="00264EC6"/>
    <w:rsid w:val="00266BA8"/>
    <w:rsid w:val="00267E2F"/>
    <w:rsid w:val="00270A69"/>
    <w:rsid w:val="00271013"/>
    <w:rsid w:val="0027116E"/>
    <w:rsid w:val="00273840"/>
    <w:rsid w:val="00273FE4"/>
    <w:rsid w:val="002765B4"/>
    <w:rsid w:val="00276783"/>
    <w:rsid w:val="00276A94"/>
    <w:rsid w:val="0028243F"/>
    <w:rsid w:val="0029405D"/>
    <w:rsid w:val="00294FA6"/>
    <w:rsid w:val="00295A6F"/>
    <w:rsid w:val="002A20C4"/>
    <w:rsid w:val="002A23DF"/>
    <w:rsid w:val="002A3261"/>
    <w:rsid w:val="002A46EA"/>
    <w:rsid w:val="002A570F"/>
    <w:rsid w:val="002A7292"/>
    <w:rsid w:val="002A7358"/>
    <w:rsid w:val="002A7902"/>
    <w:rsid w:val="002B0F6B"/>
    <w:rsid w:val="002B23B8"/>
    <w:rsid w:val="002B364A"/>
    <w:rsid w:val="002B4429"/>
    <w:rsid w:val="002B68A6"/>
    <w:rsid w:val="002B7EA2"/>
    <w:rsid w:val="002B7FAF"/>
    <w:rsid w:val="002C01E4"/>
    <w:rsid w:val="002D02DB"/>
    <w:rsid w:val="002D0C4F"/>
    <w:rsid w:val="002D1004"/>
    <w:rsid w:val="002D1364"/>
    <w:rsid w:val="002D243B"/>
    <w:rsid w:val="002D4D30"/>
    <w:rsid w:val="002D5000"/>
    <w:rsid w:val="002D598D"/>
    <w:rsid w:val="002D7188"/>
    <w:rsid w:val="002E09E5"/>
    <w:rsid w:val="002E1DE3"/>
    <w:rsid w:val="002E2AB6"/>
    <w:rsid w:val="002E3F34"/>
    <w:rsid w:val="002E53C0"/>
    <w:rsid w:val="002E5F79"/>
    <w:rsid w:val="002E64FA"/>
    <w:rsid w:val="002E75CA"/>
    <w:rsid w:val="002E768F"/>
    <w:rsid w:val="002E7A82"/>
    <w:rsid w:val="002F0A00"/>
    <w:rsid w:val="002F0CFA"/>
    <w:rsid w:val="002F1C58"/>
    <w:rsid w:val="002F2CB7"/>
    <w:rsid w:val="002F30C0"/>
    <w:rsid w:val="002F6177"/>
    <w:rsid w:val="002F669F"/>
    <w:rsid w:val="00301685"/>
    <w:rsid w:val="00301C97"/>
    <w:rsid w:val="00305535"/>
    <w:rsid w:val="0031004C"/>
    <w:rsid w:val="003105F6"/>
    <w:rsid w:val="00310652"/>
    <w:rsid w:val="00311297"/>
    <w:rsid w:val="003113BE"/>
    <w:rsid w:val="003122CA"/>
    <w:rsid w:val="00312827"/>
    <w:rsid w:val="003148FD"/>
    <w:rsid w:val="00316EC5"/>
    <w:rsid w:val="00317B83"/>
    <w:rsid w:val="00320644"/>
    <w:rsid w:val="00321080"/>
    <w:rsid w:val="00321482"/>
    <w:rsid w:val="00322D45"/>
    <w:rsid w:val="0032569A"/>
    <w:rsid w:val="00325A1F"/>
    <w:rsid w:val="003268F9"/>
    <w:rsid w:val="00330BAF"/>
    <w:rsid w:val="003312B2"/>
    <w:rsid w:val="003346C0"/>
    <w:rsid w:val="00334E3A"/>
    <w:rsid w:val="00335081"/>
    <w:rsid w:val="003361DD"/>
    <w:rsid w:val="00337717"/>
    <w:rsid w:val="00341A6A"/>
    <w:rsid w:val="00345B9C"/>
    <w:rsid w:val="00345EA9"/>
    <w:rsid w:val="0035021C"/>
    <w:rsid w:val="00350322"/>
    <w:rsid w:val="00352DAE"/>
    <w:rsid w:val="00354EB9"/>
    <w:rsid w:val="003602AE"/>
    <w:rsid w:val="00360929"/>
    <w:rsid w:val="00363DCD"/>
    <w:rsid w:val="00364684"/>
    <w:rsid w:val="003647D5"/>
    <w:rsid w:val="003648F2"/>
    <w:rsid w:val="003674B0"/>
    <w:rsid w:val="00375F1F"/>
    <w:rsid w:val="00376669"/>
    <w:rsid w:val="00376D81"/>
    <w:rsid w:val="0037727C"/>
    <w:rsid w:val="00377E70"/>
    <w:rsid w:val="00380904"/>
    <w:rsid w:val="003823EE"/>
    <w:rsid w:val="00382960"/>
    <w:rsid w:val="00382A91"/>
    <w:rsid w:val="003846F7"/>
    <w:rsid w:val="003851ED"/>
    <w:rsid w:val="00385B39"/>
    <w:rsid w:val="00386785"/>
    <w:rsid w:val="00390E89"/>
    <w:rsid w:val="00391B1A"/>
    <w:rsid w:val="00394423"/>
    <w:rsid w:val="003965FE"/>
    <w:rsid w:val="00396942"/>
    <w:rsid w:val="00396B49"/>
    <w:rsid w:val="00396E3E"/>
    <w:rsid w:val="003A0D6A"/>
    <w:rsid w:val="003A19F6"/>
    <w:rsid w:val="003A306E"/>
    <w:rsid w:val="003A4B3F"/>
    <w:rsid w:val="003A6026"/>
    <w:rsid w:val="003A60DC"/>
    <w:rsid w:val="003A6A46"/>
    <w:rsid w:val="003A75A5"/>
    <w:rsid w:val="003A7A63"/>
    <w:rsid w:val="003B000C"/>
    <w:rsid w:val="003B0F1D"/>
    <w:rsid w:val="003B24CE"/>
    <w:rsid w:val="003B2F90"/>
    <w:rsid w:val="003B47AF"/>
    <w:rsid w:val="003B4A57"/>
    <w:rsid w:val="003B7351"/>
    <w:rsid w:val="003C03EA"/>
    <w:rsid w:val="003C077A"/>
    <w:rsid w:val="003C0AD9"/>
    <w:rsid w:val="003C0ED0"/>
    <w:rsid w:val="003C1D49"/>
    <w:rsid w:val="003C23CD"/>
    <w:rsid w:val="003C2978"/>
    <w:rsid w:val="003C2DD7"/>
    <w:rsid w:val="003C35C4"/>
    <w:rsid w:val="003C60A0"/>
    <w:rsid w:val="003D1288"/>
    <w:rsid w:val="003D12C2"/>
    <w:rsid w:val="003D31B9"/>
    <w:rsid w:val="003D3867"/>
    <w:rsid w:val="003E0D1A"/>
    <w:rsid w:val="003E29F8"/>
    <w:rsid w:val="003E2DA3"/>
    <w:rsid w:val="003F020D"/>
    <w:rsid w:val="003F03D9"/>
    <w:rsid w:val="003F1640"/>
    <w:rsid w:val="003F1AD2"/>
    <w:rsid w:val="003F2FBE"/>
    <w:rsid w:val="003F318D"/>
    <w:rsid w:val="003F5BAE"/>
    <w:rsid w:val="003F625F"/>
    <w:rsid w:val="003F6ED7"/>
    <w:rsid w:val="003F75AF"/>
    <w:rsid w:val="00401C84"/>
    <w:rsid w:val="00403210"/>
    <w:rsid w:val="004035BB"/>
    <w:rsid w:val="004035EB"/>
    <w:rsid w:val="00406899"/>
    <w:rsid w:val="00407332"/>
    <w:rsid w:val="00407828"/>
    <w:rsid w:val="00413D8E"/>
    <w:rsid w:val="004140F2"/>
    <w:rsid w:val="00415DF8"/>
    <w:rsid w:val="00417196"/>
    <w:rsid w:val="00417B22"/>
    <w:rsid w:val="00421085"/>
    <w:rsid w:val="0042465E"/>
    <w:rsid w:val="00424DF7"/>
    <w:rsid w:val="00425F18"/>
    <w:rsid w:val="004306CE"/>
    <w:rsid w:val="00431AF4"/>
    <w:rsid w:val="00432B76"/>
    <w:rsid w:val="00434D01"/>
    <w:rsid w:val="00435D26"/>
    <w:rsid w:val="00436710"/>
    <w:rsid w:val="00440C99"/>
    <w:rsid w:val="0044175C"/>
    <w:rsid w:val="00444D9C"/>
    <w:rsid w:val="00445F4D"/>
    <w:rsid w:val="004470C4"/>
    <w:rsid w:val="004504C0"/>
    <w:rsid w:val="004544BD"/>
    <w:rsid w:val="004550FB"/>
    <w:rsid w:val="004571D8"/>
    <w:rsid w:val="0046111A"/>
    <w:rsid w:val="00462946"/>
    <w:rsid w:val="00463F43"/>
    <w:rsid w:val="00464B94"/>
    <w:rsid w:val="004653A8"/>
    <w:rsid w:val="00465A0B"/>
    <w:rsid w:val="00465A62"/>
    <w:rsid w:val="0047077C"/>
    <w:rsid w:val="0047096D"/>
    <w:rsid w:val="00470B05"/>
    <w:rsid w:val="0047207C"/>
    <w:rsid w:val="00472CD6"/>
    <w:rsid w:val="00474E3C"/>
    <w:rsid w:val="00477C0C"/>
    <w:rsid w:val="00480A58"/>
    <w:rsid w:val="00482151"/>
    <w:rsid w:val="00483BA3"/>
    <w:rsid w:val="00485FAD"/>
    <w:rsid w:val="004874E7"/>
    <w:rsid w:val="00487AED"/>
    <w:rsid w:val="00491EDF"/>
    <w:rsid w:val="00492A3F"/>
    <w:rsid w:val="00493AA0"/>
    <w:rsid w:val="00494F62"/>
    <w:rsid w:val="0049778A"/>
    <w:rsid w:val="004A15F9"/>
    <w:rsid w:val="004A1D31"/>
    <w:rsid w:val="004A2001"/>
    <w:rsid w:val="004A3590"/>
    <w:rsid w:val="004A53D2"/>
    <w:rsid w:val="004B00A7"/>
    <w:rsid w:val="004B04E5"/>
    <w:rsid w:val="004B25E2"/>
    <w:rsid w:val="004B2BE6"/>
    <w:rsid w:val="004B34D7"/>
    <w:rsid w:val="004B45AF"/>
    <w:rsid w:val="004B5037"/>
    <w:rsid w:val="004B5B2F"/>
    <w:rsid w:val="004B6152"/>
    <w:rsid w:val="004B626A"/>
    <w:rsid w:val="004B660E"/>
    <w:rsid w:val="004C05BD"/>
    <w:rsid w:val="004C195E"/>
    <w:rsid w:val="004C3B06"/>
    <w:rsid w:val="004C3F97"/>
    <w:rsid w:val="004C7EE7"/>
    <w:rsid w:val="004D037C"/>
    <w:rsid w:val="004D0BE4"/>
    <w:rsid w:val="004D28A5"/>
    <w:rsid w:val="004D2DEE"/>
    <w:rsid w:val="004D2E1F"/>
    <w:rsid w:val="004D6FC0"/>
    <w:rsid w:val="004D7FD9"/>
    <w:rsid w:val="004E1324"/>
    <w:rsid w:val="004E19A5"/>
    <w:rsid w:val="004E3738"/>
    <w:rsid w:val="004E37E5"/>
    <w:rsid w:val="004E3FDB"/>
    <w:rsid w:val="004E5198"/>
    <w:rsid w:val="004F075F"/>
    <w:rsid w:val="004F1E9E"/>
    <w:rsid w:val="004F1F4A"/>
    <w:rsid w:val="004F296D"/>
    <w:rsid w:val="004F508B"/>
    <w:rsid w:val="004F5489"/>
    <w:rsid w:val="004F695F"/>
    <w:rsid w:val="004F6CA4"/>
    <w:rsid w:val="00500752"/>
    <w:rsid w:val="00500E6D"/>
    <w:rsid w:val="005014D9"/>
    <w:rsid w:val="00501A50"/>
    <w:rsid w:val="0050222D"/>
    <w:rsid w:val="00503AF3"/>
    <w:rsid w:val="00503C4F"/>
    <w:rsid w:val="0050696D"/>
    <w:rsid w:val="00506EEA"/>
    <w:rsid w:val="0051094B"/>
    <w:rsid w:val="005110D7"/>
    <w:rsid w:val="00511D99"/>
    <w:rsid w:val="00512017"/>
    <w:rsid w:val="005128D3"/>
    <w:rsid w:val="005147E8"/>
    <w:rsid w:val="005158F2"/>
    <w:rsid w:val="005211BC"/>
    <w:rsid w:val="00522DCF"/>
    <w:rsid w:val="005261AA"/>
    <w:rsid w:val="00526DFC"/>
    <w:rsid w:val="00526F43"/>
    <w:rsid w:val="00526F76"/>
    <w:rsid w:val="00527651"/>
    <w:rsid w:val="005363AB"/>
    <w:rsid w:val="0053760C"/>
    <w:rsid w:val="00540DCB"/>
    <w:rsid w:val="0054371A"/>
    <w:rsid w:val="00543B22"/>
    <w:rsid w:val="00544A36"/>
    <w:rsid w:val="00544EF4"/>
    <w:rsid w:val="00545089"/>
    <w:rsid w:val="00545E53"/>
    <w:rsid w:val="005479D9"/>
    <w:rsid w:val="00550133"/>
    <w:rsid w:val="00551120"/>
    <w:rsid w:val="005572BD"/>
    <w:rsid w:val="00557A12"/>
    <w:rsid w:val="00560AC7"/>
    <w:rsid w:val="00561AFB"/>
    <w:rsid w:val="00561DE0"/>
    <w:rsid w:val="00561FA8"/>
    <w:rsid w:val="00562A27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FD8"/>
    <w:rsid w:val="0058264C"/>
    <w:rsid w:val="005835E7"/>
    <w:rsid w:val="0058397F"/>
    <w:rsid w:val="00583BF8"/>
    <w:rsid w:val="00583FA1"/>
    <w:rsid w:val="00584357"/>
    <w:rsid w:val="00584561"/>
    <w:rsid w:val="00585F33"/>
    <w:rsid w:val="00585F71"/>
    <w:rsid w:val="00591124"/>
    <w:rsid w:val="00591764"/>
    <w:rsid w:val="00595ADB"/>
    <w:rsid w:val="00597024"/>
    <w:rsid w:val="005A0274"/>
    <w:rsid w:val="005A095C"/>
    <w:rsid w:val="005A17E7"/>
    <w:rsid w:val="005A4BFB"/>
    <w:rsid w:val="005A669D"/>
    <w:rsid w:val="005A75D8"/>
    <w:rsid w:val="005A7B82"/>
    <w:rsid w:val="005B37A0"/>
    <w:rsid w:val="005B713E"/>
    <w:rsid w:val="005B75C5"/>
    <w:rsid w:val="005C03B6"/>
    <w:rsid w:val="005C27B7"/>
    <w:rsid w:val="005C348E"/>
    <w:rsid w:val="005C4691"/>
    <w:rsid w:val="005C68E1"/>
    <w:rsid w:val="005C6A14"/>
    <w:rsid w:val="005D046F"/>
    <w:rsid w:val="005D3763"/>
    <w:rsid w:val="005D55E1"/>
    <w:rsid w:val="005D665F"/>
    <w:rsid w:val="005D6D57"/>
    <w:rsid w:val="005E0430"/>
    <w:rsid w:val="005E19F7"/>
    <w:rsid w:val="005E1ADD"/>
    <w:rsid w:val="005E362C"/>
    <w:rsid w:val="005E442D"/>
    <w:rsid w:val="005E4F04"/>
    <w:rsid w:val="005E62C2"/>
    <w:rsid w:val="005E6C71"/>
    <w:rsid w:val="005F0963"/>
    <w:rsid w:val="005F2824"/>
    <w:rsid w:val="005F2EBA"/>
    <w:rsid w:val="005F35ED"/>
    <w:rsid w:val="005F3C7A"/>
    <w:rsid w:val="005F5297"/>
    <w:rsid w:val="005F7812"/>
    <w:rsid w:val="005F7A88"/>
    <w:rsid w:val="00601D2D"/>
    <w:rsid w:val="0060304F"/>
    <w:rsid w:val="0060311F"/>
    <w:rsid w:val="00603A1A"/>
    <w:rsid w:val="006046D5"/>
    <w:rsid w:val="00606614"/>
    <w:rsid w:val="0060722B"/>
    <w:rsid w:val="00607A93"/>
    <w:rsid w:val="00607B1A"/>
    <w:rsid w:val="00610C08"/>
    <w:rsid w:val="00610F54"/>
    <w:rsid w:val="00611073"/>
    <w:rsid w:val="00611F74"/>
    <w:rsid w:val="00615772"/>
    <w:rsid w:val="00621256"/>
    <w:rsid w:val="00621FCC"/>
    <w:rsid w:val="00622E4B"/>
    <w:rsid w:val="00630581"/>
    <w:rsid w:val="006333DA"/>
    <w:rsid w:val="00634B4F"/>
    <w:rsid w:val="00635134"/>
    <w:rsid w:val="006356E2"/>
    <w:rsid w:val="00642A65"/>
    <w:rsid w:val="0064387D"/>
    <w:rsid w:val="006447B9"/>
    <w:rsid w:val="00645969"/>
    <w:rsid w:val="00645DCE"/>
    <w:rsid w:val="006465AC"/>
    <w:rsid w:val="006465BF"/>
    <w:rsid w:val="00651CF2"/>
    <w:rsid w:val="00652626"/>
    <w:rsid w:val="00653B22"/>
    <w:rsid w:val="0065430C"/>
    <w:rsid w:val="00655274"/>
    <w:rsid w:val="006565A9"/>
    <w:rsid w:val="00656EA2"/>
    <w:rsid w:val="00657BF4"/>
    <w:rsid w:val="006603FB"/>
    <w:rsid w:val="006608DF"/>
    <w:rsid w:val="006618D2"/>
    <w:rsid w:val="006623AC"/>
    <w:rsid w:val="0066255A"/>
    <w:rsid w:val="00664142"/>
    <w:rsid w:val="006678AF"/>
    <w:rsid w:val="006701EF"/>
    <w:rsid w:val="006717BD"/>
    <w:rsid w:val="00673BA5"/>
    <w:rsid w:val="00680058"/>
    <w:rsid w:val="00680E19"/>
    <w:rsid w:val="0068138D"/>
    <w:rsid w:val="00681F9F"/>
    <w:rsid w:val="006840EA"/>
    <w:rsid w:val="006844E2"/>
    <w:rsid w:val="00685267"/>
    <w:rsid w:val="006872AE"/>
    <w:rsid w:val="00690082"/>
    <w:rsid w:val="00690252"/>
    <w:rsid w:val="0069382D"/>
    <w:rsid w:val="006946BB"/>
    <w:rsid w:val="00695AD4"/>
    <w:rsid w:val="00696163"/>
    <w:rsid w:val="006969FA"/>
    <w:rsid w:val="00697A5B"/>
    <w:rsid w:val="006A22C7"/>
    <w:rsid w:val="006A2C9F"/>
    <w:rsid w:val="006A35D5"/>
    <w:rsid w:val="006A565C"/>
    <w:rsid w:val="006A5C86"/>
    <w:rsid w:val="006A62D1"/>
    <w:rsid w:val="006A6839"/>
    <w:rsid w:val="006A6DEA"/>
    <w:rsid w:val="006A748A"/>
    <w:rsid w:val="006A7C16"/>
    <w:rsid w:val="006B1814"/>
    <w:rsid w:val="006B579A"/>
    <w:rsid w:val="006C0E82"/>
    <w:rsid w:val="006C419E"/>
    <w:rsid w:val="006C4A31"/>
    <w:rsid w:val="006C5AC2"/>
    <w:rsid w:val="006C6AFB"/>
    <w:rsid w:val="006D1451"/>
    <w:rsid w:val="006D2735"/>
    <w:rsid w:val="006D3F55"/>
    <w:rsid w:val="006D45B2"/>
    <w:rsid w:val="006D6454"/>
    <w:rsid w:val="006E038E"/>
    <w:rsid w:val="006E0FCC"/>
    <w:rsid w:val="006E13C8"/>
    <w:rsid w:val="006E1E96"/>
    <w:rsid w:val="006E39C2"/>
    <w:rsid w:val="006E3B92"/>
    <w:rsid w:val="006E3D4B"/>
    <w:rsid w:val="006E3F90"/>
    <w:rsid w:val="006E5E21"/>
    <w:rsid w:val="006E6AF3"/>
    <w:rsid w:val="006F0729"/>
    <w:rsid w:val="006F2648"/>
    <w:rsid w:val="006F2F10"/>
    <w:rsid w:val="006F482B"/>
    <w:rsid w:val="006F6311"/>
    <w:rsid w:val="00701952"/>
    <w:rsid w:val="00702556"/>
    <w:rsid w:val="0070277E"/>
    <w:rsid w:val="00704156"/>
    <w:rsid w:val="00705DA0"/>
    <w:rsid w:val="007069FC"/>
    <w:rsid w:val="00711221"/>
    <w:rsid w:val="00712675"/>
    <w:rsid w:val="007131C2"/>
    <w:rsid w:val="00713808"/>
    <w:rsid w:val="007151B6"/>
    <w:rsid w:val="0071520D"/>
    <w:rsid w:val="00715EDB"/>
    <w:rsid w:val="007160D5"/>
    <w:rsid w:val="007163FB"/>
    <w:rsid w:val="007175A9"/>
    <w:rsid w:val="00717C2E"/>
    <w:rsid w:val="007204FA"/>
    <w:rsid w:val="0072132A"/>
    <w:rsid w:val="007213B3"/>
    <w:rsid w:val="00721905"/>
    <w:rsid w:val="00722E63"/>
    <w:rsid w:val="0072457F"/>
    <w:rsid w:val="0072496B"/>
    <w:rsid w:val="00725406"/>
    <w:rsid w:val="0072621B"/>
    <w:rsid w:val="00726C82"/>
    <w:rsid w:val="00730555"/>
    <w:rsid w:val="007312CC"/>
    <w:rsid w:val="00732D70"/>
    <w:rsid w:val="00734D98"/>
    <w:rsid w:val="00735D2E"/>
    <w:rsid w:val="00736A64"/>
    <w:rsid w:val="00737F6A"/>
    <w:rsid w:val="007410B6"/>
    <w:rsid w:val="007439C5"/>
    <w:rsid w:val="00744C6F"/>
    <w:rsid w:val="007457F6"/>
    <w:rsid w:val="007459A6"/>
    <w:rsid w:val="00745ABB"/>
    <w:rsid w:val="007468CD"/>
    <w:rsid w:val="00746E38"/>
    <w:rsid w:val="00747CD5"/>
    <w:rsid w:val="00752A4C"/>
    <w:rsid w:val="00753B51"/>
    <w:rsid w:val="00753BE4"/>
    <w:rsid w:val="00755AE9"/>
    <w:rsid w:val="00756629"/>
    <w:rsid w:val="007575D2"/>
    <w:rsid w:val="00757B4F"/>
    <w:rsid w:val="00757B6A"/>
    <w:rsid w:val="007610E0"/>
    <w:rsid w:val="007621AA"/>
    <w:rsid w:val="0076260A"/>
    <w:rsid w:val="00764A67"/>
    <w:rsid w:val="00767B40"/>
    <w:rsid w:val="00770F6B"/>
    <w:rsid w:val="00771156"/>
    <w:rsid w:val="00771883"/>
    <w:rsid w:val="00776DC2"/>
    <w:rsid w:val="00780122"/>
    <w:rsid w:val="0078214B"/>
    <w:rsid w:val="0078498A"/>
    <w:rsid w:val="00784D67"/>
    <w:rsid w:val="00786EBC"/>
    <w:rsid w:val="0078725D"/>
    <w:rsid w:val="007878FE"/>
    <w:rsid w:val="0079106E"/>
    <w:rsid w:val="00791A56"/>
    <w:rsid w:val="00792207"/>
    <w:rsid w:val="00792B64"/>
    <w:rsid w:val="00792E29"/>
    <w:rsid w:val="0079379A"/>
    <w:rsid w:val="00794953"/>
    <w:rsid w:val="00795B20"/>
    <w:rsid w:val="0079742F"/>
    <w:rsid w:val="00797526"/>
    <w:rsid w:val="007976ED"/>
    <w:rsid w:val="00797F5A"/>
    <w:rsid w:val="007A1884"/>
    <w:rsid w:val="007A1F2F"/>
    <w:rsid w:val="007A2A5C"/>
    <w:rsid w:val="007A5150"/>
    <w:rsid w:val="007A5373"/>
    <w:rsid w:val="007A789F"/>
    <w:rsid w:val="007B1E5D"/>
    <w:rsid w:val="007B7191"/>
    <w:rsid w:val="007B75BC"/>
    <w:rsid w:val="007C0BD6"/>
    <w:rsid w:val="007C113C"/>
    <w:rsid w:val="007C1EC5"/>
    <w:rsid w:val="007C3806"/>
    <w:rsid w:val="007C4832"/>
    <w:rsid w:val="007C5083"/>
    <w:rsid w:val="007C5BB7"/>
    <w:rsid w:val="007D07D5"/>
    <w:rsid w:val="007D0FBD"/>
    <w:rsid w:val="007D1C64"/>
    <w:rsid w:val="007D32DD"/>
    <w:rsid w:val="007D3A32"/>
    <w:rsid w:val="007D48C6"/>
    <w:rsid w:val="007D6DCE"/>
    <w:rsid w:val="007D72C4"/>
    <w:rsid w:val="007D73CF"/>
    <w:rsid w:val="007E2CFE"/>
    <w:rsid w:val="007E59C9"/>
    <w:rsid w:val="007E5DD2"/>
    <w:rsid w:val="007F0072"/>
    <w:rsid w:val="007F13C0"/>
    <w:rsid w:val="007F1E3F"/>
    <w:rsid w:val="007F26CC"/>
    <w:rsid w:val="007F2EB6"/>
    <w:rsid w:val="007F2F34"/>
    <w:rsid w:val="007F5322"/>
    <w:rsid w:val="007F54C3"/>
    <w:rsid w:val="007F5CD8"/>
    <w:rsid w:val="00802949"/>
    <w:rsid w:val="0080301E"/>
    <w:rsid w:val="0080365F"/>
    <w:rsid w:val="0080469E"/>
    <w:rsid w:val="00804A7D"/>
    <w:rsid w:val="00812786"/>
    <w:rsid w:val="00812BE5"/>
    <w:rsid w:val="008132CA"/>
    <w:rsid w:val="00813ECC"/>
    <w:rsid w:val="0081553F"/>
    <w:rsid w:val="00817429"/>
    <w:rsid w:val="00821514"/>
    <w:rsid w:val="00821E35"/>
    <w:rsid w:val="00824591"/>
    <w:rsid w:val="00824AED"/>
    <w:rsid w:val="0082560F"/>
    <w:rsid w:val="00825D76"/>
    <w:rsid w:val="00827820"/>
    <w:rsid w:val="00827E30"/>
    <w:rsid w:val="00831B8B"/>
    <w:rsid w:val="00832B96"/>
    <w:rsid w:val="0083405D"/>
    <w:rsid w:val="008352D4"/>
    <w:rsid w:val="00836DB9"/>
    <w:rsid w:val="00836F16"/>
    <w:rsid w:val="00837C67"/>
    <w:rsid w:val="008415B0"/>
    <w:rsid w:val="00842028"/>
    <w:rsid w:val="008436B8"/>
    <w:rsid w:val="00844617"/>
    <w:rsid w:val="00844F47"/>
    <w:rsid w:val="0084595A"/>
    <w:rsid w:val="008460B6"/>
    <w:rsid w:val="00850C9D"/>
    <w:rsid w:val="00852B59"/>
    <w:rsid w:val="00855EEB"/>
    <w:rsid w:val="00856272"/>
    <w:rsid w:val="008563FF"/>
    <w:rsid w:val="0086018B"/>
    <w:rsid w:val="008611DD"/>
    <w:rsid w:val="008620DE"/>
    <w:rsid w:val="00863611"/>
    <w:rsid w:val="00866867"/>
    <w:rsid w:val="00872257"/>
    <w:rsid w:val="00874171"/>
    <w:rsid w:val="008753E6"/>
    <w:rsid w:val="00876398"/>
    <w:rsid w:val="00876ED1"/>
    <w:rsid w:val="0087738C"/>
    <w:rsid w:val="008775B5"/>
    <w:rsid w:val="008802AF"/>
    <w:rsid w:val="00880680"/>
    <w:rsid w:val="00881926"/>
    <w:rsid w:val="0088318F"/>
    <w:rsid w:val="0088331D"/>
    <w:rsid w:val="00883489"/>
    <w:rsid w:val="008852B0"/>
    <w:rsid w:val="00885AE7"/>
    <w:rsid w:val="00886B60"/>
    <w:rsid w:val="008876D1"/>
    <w:rsid w:val="00887889"/>
    <w:rsid w:val="00891081"/>
    <w:rsid w:val="008920FF"/>
    <w:rsid w:val="008926E8"/>
    <w:rsid w:val="00894B92"/>
    <w:rsid w:val="00894F19"/>
    <w:rsid w:val="00896A10"/>
    <w:rsid w:val="008971B5"/>
    <w:rsid w:val="008A280C"/>
    <w:rsid w:val="008A5D26"/>
    <w:rsid w:val="008A6B13"/>
    <w:rsid w:val="008A6ECB"/>
    <w:rsid w:val="008B09CA"/>
    <w:rsid w:val="008B0BF9"/>
    <w:rsid w:val="008B2866"/>
    <w:rsid w:val="008B3327"/>
    <w:rsid w:val="008B3859"/>
    <w:rsid w:val="008B436D"/>
    <w:rsid w:val="008B4E49"/>
    <w:rsid w:val="008B5BBA"/>
    <w:rsid w:val="008B7712"/>
    <w:rsid w:val="008B7B26"/>
    <w:rsid w:val="008B7E30"/>
    <w:rsid w:val="008C3524"/>
    <w:rsid w:val="008C4061"/>
    <w:rsid w:val="008C4229"/>
    <w:rsid w:val="008C44C5"/>
    <w:rsid w:val="008C5BE0"/>
    <w:rsid w:val="008C7233"/>
    <w:rsid w:val="008C7777"/>
    <w:rsid w:val="008D0515"/>
    <w:rsid w:val="008D2434"/>
    <w:rsid w:val="008D4689"/>
    <w:rsid w:val="008D67B6"/>
    <w:rsid w:val="008E171D"/>
    <w:rsid w:val="008E2785"/>
    <w:rsid w:val="008E31DA"/>
    <w:rsid w:val="008E5A9D"/>
    <w:rsid w:val="008E5B5A"/>
    <w:rsid w:val="008E78A3"/>
    <w:rsid w:val="008F0654"/>
    <w:rsid w:val="008F06CB"/>
    <w:rsid w:val="008F2E83"/>
    <w:rsid w:val="008F3CDD"/>
    <w:rsid w:val="008F612A"/>
    <w:rsid w:val="009000AA"/>
    <w:rsid w:val="00902116"/>
    <w:rsid w:val="0090255F"/>
    <w:rsid w:val="0090293D"/>
    <w:rsid w:val="009034DE"/>
    <w:rsid w:val="00904408"/>
    <w:rsid w:val="00904721"/>
    <w:rsid w:val="00905396"/>
    <w:rsid w:val="0090605D"/>
    <w:rsid w:val="00906419"/>
    <w:rsid w:val="00907F73"/>
    <w:rsid w:val="00912338"/>
    <w:rsid w:val="00912889"/>
    <w:rsid w:val="00913A42"/>
    <w:rsid w:val="00914167"/>
    <w:rsid w:val="009143DB"/>
    <w:rsid w:val="00915065"/>
    <w:rsid w:val="00917CE5"/>
    <w:rsid w:val="009217C0"/>
    <w:rsid w:val="00922154"/>
    <w:rsid w:val="009227E6"/>
    <w:rsid w:val="00923F75"/>
    <w:rsid w:val="00925241"/>
    <w:rsid w:val="00925CEC"/>
    <w:rsid w:val="00926A3F"/>
    <w:rsid w:val="0092794E"/>
    <w:rsid w:val="00930D30"/>
    <w:rsid w:val="00930ECF"/>
    <w:rsid w:val="009332A2"/>
    <w:rsid w:val="00933FCE"/>
    <w:rsid w:val="00935C44"/>
    <w:rsid w:val="00937598"/>
    <w:rsid w:val="0093790B"/>
    <w:rsid w:val="009405D0"/>
    <w:rsid w:val="00943751"/>
    <w:rsid w:val="0094444D"/>
    <w:rsid w:val="00946DD0"/>
    <w:rsid w:val="00947027"/>
    <w:rsid w:val="009509E6"/>
    <w:rsid w:val="00952018"/>
    <w:rsid w:val="00952800"/>
    <w:rsid w:val="0095300D"/>
    <w:rsid w:val="00953F06"/>
    <w:rsid w:val="00956812"/>
    <w:rsid w:val="0095719A"/>
    <w:rsid w:val="009623E9"/>
    <w:rsid w:val="00963EEB"/>
    <w:rsid w:val="009648BC"/>
    <w:rsid w:val="00964C2F"/>
    <w:rsid w:val="00965F88"/>
    <w:rsid w:val="00966789"/>
    <w:rsid w:val="009821DD"/>
    <w:rsid w:val="00984211"/>
    <w:rsid w:val="00984E03"/>
    <w:rsid w:val="00987884"/>
    <w:rsid w:val="00987E85"/>
    <w:rsid w:val="00990A70"/>
    <w:rsid w:val="0099151F"/>
    <w:rsid w:val="00992ABE"/>
    <w:rsid w:val="00992B0F"/>
    <w:rsid w:val="0099368F"/>
    <w:rsid w:val="00995862"/>
    <w:rsid w:val="00997394"/>
    <w:rsid w:val="009A006E"/>
    <w:rsid w:val="009A090A"/>
    <w:rsid w:val="009A0D12"/>
    <w:rsid w:val="009A1987"/>
    <w:rsid w:val="009A1ECF"/>
    <w:rsid w:val="009A2BEE"/>
    <w:rsid w:val="009A3DE3"/>
    <w:rsid w:val="009A5289"/>
    <w:rsid w:val="009A7A53"/>
    <w:rsid w:val="009B0402"/>
    <w:rsid w:val="009B0B75"/>
    <w:rsid w:val="009B16DF"/>
    <w:rsid w:val="009B2792"/>
    <w:rsid w:val="009B4CB2"/>
    <w:rsid w:val="009B6701"/>
    <w:rsid w:val="009B6EF7"/>
    <w:rsid w:val="009B7000"/>
    <w:rsid w:val="009B739C"/>
    <w:rsid w:val="009C04EC"/>
    <w:rsid w:val="009C1E9E"/>
    <w:rsid w:val="009C328C"/>
    <w:rsid w:val="009C4444"/>
    <w:rsid w:val="009C648C"/>
    <w:rsid w:val="009C6520"/>
    <w:rsid w:val="009C79AD"/>
    <w:rsid w:val="009C7CA6"/>
    <w:rsid w:val="009D1395"/>
    <w:rsid w:val="009D3316"/>
    <w:rsid w:val="009D545A"/>
    <w:rsid w:val="009D55AA"/>
    <w:rsid w:val="009E3E77"/>
    <w:rsid w:val="009E3FAB"/>
    <w:rsid w:val="009E514C"/>
    <w:rsid w:val="009E5B3F"/>
    <w:rsid w:val="009E76CE"/>
    <w:rsid w:val="009E7D90"/>
    <w:rsid w:val="009F08EB"/>
    <w:rsid w:val="009F1AB0"/>
    <w:rsid w:val="009F2043"/>
    <w:rsid w:val="009F501D"/>
    <w:rsid w:val="00A001E3"/>
    <w:rsid w:val="00A00E62"/>
    <w:rsid w:val="00A01A85"/>
    <w:rsid w:val="00A0294D"/>
    <w:rsid w:val="00A03794"/>
    <w:rsid w:val="00A039D5"/>
    <w:rsid w:val="00A046AD"/>
    <w:rsid w:val="00A079C1"/>
    <w:rsid w:val="00A07C0E"/>
    <w:rsid w:val="00A12520"/>
    <w:rsid w:val="00A130FD"/>
    <w:rsid w:val="00A13381"/>
    <w:rsid w:val="00A13D6D"/>
    <w:rsid w:val="00A14769"/>
    <w:rsid w:val="00A15CE6"/>
    <w:rsid w:val="00A16151"/>
    <w:rsid w:val="00A16EC6"/>
    <w:rsid w:val="00A17C06"/>
    <w:rsid w:val="00A2126E"/>
    <w:rsid w:val="00A21706"/>
    <w:rsid w:val="00A22671"/>
    <w:rsid w:val="00A23F4F"/>
    <w:rsid w:val="00A24FCC"/>
    <w:rsid w:val="00A26A90"/>
    <w:rsid w:val="00A26B27"/>
    <w:rsid w:val="00A26B32"/>
    <w:rsid w:val="00A30E4F"/>
    <w:rsid w:val="00A32253"/>
    <w:rsid w:val="00A3310E"/>
    <w:rsid w:val="00A333A0"/>
    <w:rsid w:val="00A352E2"/>
    <w:rsid w:val="00A37E70"/>
    <w:rsid w:val="00A437E1"/>
    <w:rsid w:val="00A43A12"/>
    <w:rsid w:val="00A44176"/>
    <w:rsid w:val="00A45CDE"/>
    <w:rsid w:val="00A4685E"/>
    <w:rsid w:val="00A47E9B"/>
    <w:rsid w:val="00A50270"/>
    <w:rsid w:val="00A50CD4"/>
    <w:rsid w:val="00A51191"/>
    <w:rsid w:val="00A5170A"/>
    <w:rsid w:val="00A56D62"/>
    <w:rsid w:val="00A56F07"/>
    <w:rsid w:val="00A5762C"/>
    <w:rsid w:val="00A600FC"/>
    <w:rsid w:val="00A603F3"/>
    <w:rsid w:val="00A60BCA"/>
    <w:rsid w:val="00A638DA"/>
    <w:rsid w:val="00A6394F"/>
    <w:rsid w:val="00A65B41"/>
    <w:rsid w:val="00A65E00"/>
    <w:rsid w:val="00A669AF"/>
    <w:rsid w:val="00A66A78"/>
    <w:rsid w:val="00A66E48"/>
    <w:rsid w:val="00A700F1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F2"/>
    <w:rsid w:val="00A94574"/>
    <w:rsid w:val="00A95936"/>
    <w:rsid w:val="00A95B8D"/>
    <w:rsid w:val="00A96265"/>
    <w:rsid w:val="00A97084"/>
    <w:rsid w:val="00AA09BF"/>
    <w:rsid w:val="00AA1C2C"/>
    <w:rsid w:val="00AA1C93"/>
    <w:rsid w:val="00AA35F6"/>
    <w:rsid w:val="00AA5BD0"/>
    <w:rsid w:val="00AA667C"/>
    <w:rsid w:val="00AA6E91"/>
    <w:rsid w:val="00AA7439"/>
    <w:rsid w:val="00AB047E"/>
    <w:rsid w:val="00AB0B0A"/>
    <w:rsid w:val="00AB0BB7"/>
    <w:rsid w:val="00AB22C6"/>
    <w:rsid w:val="00AB2AD0"/>
    <w:rsid w:val="00AB32CF"/>
    <w:rsid w:val="00AB5AB7"/>
    <w:rsid w:val="00AB67FC"/>
    <w:rsid w:val="00AC00F2"/>
    <w:rsid w:val="00AC31B5"/>
    <w:rsid w:val="00AC4EA1"/>
    <w:rsid w:val="00AC5381"/>
    <w:rsid w:val="00AC5920"/>
    <w:rsid w:val="00AC75FB"/>
    <w:rsid w:val="00AC79F0"/>
    <w:rsid w:val="00AD0E65"/>
    <w:rsid w:val="00AD2BF2"/>
    <w:rsid w:val="00AD4E90"/>
    <w:rsid w:val="00AD5422"/>
    <w:rsid w:val="00AD5A16"/>
    <w:rsid w:val="00AD6411"/>
    <w:rsid w:val="00AE0FBD"/>
    <w:rsid w:val="00AE12FA"/>
    <w:rsid w:val="00AE4179"/>
    <w:rsid w:val="00AE4425"/>
    <w:rsid w:val="00AE4C5A"/>
    <w:rsid w:val="00AE4FBE"/>
    <w:rsid w:val="00AE650F"/>
    <w:rsid w:val="00AE6555"/>
    <w:rsid w:val="00AE65B6"/>
    <w:rsid w:val="00AE6838"/>
    <w:rsid w:val="00AE7D16"/>
    <w:rsid w:val="00AF03C3"/>
    <w:rsid w:val="00AF4CAA"/>
    <w:rsid w:val="00AF546F"/>
    <w:rsid w:val="00AF571A"/>
    <w:rsid w:val="00AF5FAC"/>
    <w:rsid w:val="00AF60A0"/>
    <w:rsid w:val="00AF67FC"/>
    <w:rsid w:val="00AF7DF5"/>
    <w:rsid w:val="00B006E5"/>
    <w:rsid w:val="00B01996"/>
    <w:rsid w:val="00B024C2"/>
    <w:rsid w:val="00B042A7"/>
    <w:rsid w:val="00B07700"/>
    <w:rsid w:val="00B10432"/>
    <w:rsid w:val="00B13921"/>
    <w:rsid w:val="00B139AF"/>
    <w:rsid w:val="00B1528C"/>
    <w:rsid w:val="00B16ACD"/>
    <w:rsid w:val="00B20312"/>
    <w:rsid w:val="00B20D5C"/>
    <w:rsid w:val="00B21487"/>
    <w:rsid w:val="00B232D1"/>
    <w:rsid w:val="00B24DB5"/>
    <w:rsid w:val="00B3144B"/>
    <w:rsid w:val="00B31F9E"/>
    <w:rsid w:val="00B3268F"/>
    <w:rsid w:val="00B32C2C"/>
    <w:rsid w:val="00B33057"/>
    <w:rsid w:val="00B33A1A"/>
    <w:rsid w:val="00B33A70"/>
    <w:rsid w:val="00B33E6C"/>
    <w:rsid w:val="00B371CC"/>
    <w:rsid w:val="00B414D5"/>
    <w:rsid w:val="00B41CD9"/>
    <w:rsid w:val="00B427E6"/>
    <w:rsid w:val="00B428A6"/>
    <w:rsid w:val="00B43A16"/>
    <w:rsid w:val="00B43E1F"/>
    <w:rsid w:val="00B45FBC"/>
    <w:rsid w:val="00B51A7D"/>
    <w:rsid w:val="00B535C2"/>
    <w:rsid w:val="00B55544"/>
    <w:rsid w:val="00B570BE"/>
    <w:rsid w:val="00B6150F"/>
    <w:rsid w:val="00B642FC"/>
    <w:rsid w:val="00B64D26"/>
    <w:rsid w:val="00B64FBB"/>
    <w:rsid w:val="00B705FB"/>
    <w:rsid w:val="00B70E22"/>
    <w:rsid w:val="00B75580"/>
    <w:rsid w:val="00B774CB"/>
    <w:rsid w:val="00B80074"/>
    <w:rsid w:val="00B80402"/>
    <w:rsid w:val="00B80B9A"/>
    <w:rsid w:val="00B827A3"/>
    <w:rsid w:val="00B830B7"/>
    <w:rsid w:val="00B84080"/>
    <w:rsid w:val="00B848EA"/>
    <w:rsid w:val="00B84B2B"/>
    <w:rsid w:val="00B90500"/>
    <w:rsid w:val="00B90516"/>
    <w:rsid w:val="00B9176C"/>
    <w:rsid w:val="00B935A4"/>
    <w:rsid w:val="00B96CCE"/>
    <w:rsid w:val="00B97777"/>
    <w:rsid w:val="00BA1698"/>
    <w:rsid w:val="00BA53AD"/>
    <w:rsid w:val="00BA561A"/>
    <w:rsid w:val="00BA733C"/>
    <w:rsid w:val="00BB01A7"/>
    <w:rsid w:val="00BB0BA2"/>
    <w:rsid w:val="00BB0DC6"/>
    <w:rsid w:val="00BB15E4"/>
    <w:rsid w:val="00BB1E19"/>
    <w:rsid w:val="00BB21D1"/>
    <w:rsid w:val="00BB32F2"/>
    <w:rsid w:val="00BB4338"/>
    <w:rsid w:val="00BB5A1E"/>
    <w:rsid w:val="00BB6C0E"/>
    <w:rsid w:val="00BB7B38"/>
    <w:rsid w:val="00BC11E5"/>
    <w:rsid w:val="00BC169D"/>
    <w:rsid w:val="00BC16FE"/>
    <w:rsid w:val="00BC3F40"/>
    <w:rsid w:val="00BC4BC6"/>
    <w:rsid w:val="00BC52FD"/>
    <w:rsid w:val="00BC6E62"/>
    <w:rsid w:val="00BC7443"/>
    <w:rsid w:val="00BD0648"/>
    <w:rsid w:val="00BD1040"/>
    <w:rsid w:val="00BD253E"/>
    <w:rsid w:val="00BD34AA"/>
    <w:rsid w:val="00BD6CF1"/>
    <w:rsid w:val="00BE0C44"/>
    <w:rsid w:val="00BE1B8B"/>
    <w:rsid w:val="00BE2A18"/>
    <w:rsid w:val="00BE2C01"/>
    <w:rsid w:val="00BE41EC"/>
    <w:rsid w:val="00BE448B"/>
    <w:rsid w:val="00BE56FB"/>
    <w:rsid w:val="00BE6E34"/>
    <w:rsid w:val="00BE7489"/>
    <w:rsid w:val="00BF3DDE"/>
    <w:rsid w:val="00BF6589"/>
    <w:rsid w:val="00BF6F7F"/>
    <w:rsid w:val="00BF715B"/>
    <w:rsid w:val="00C0037E"/>
    <w:rsid w:val="00C00647"/>
    <w:rsid w:val="00C02764"/>
    <w:rsid w:val="00C04CEF"/>
    <w:rsid w:val="00C05647"/>
    <w:rsid w:val="00C0578E"/>
    <w:rsid w:val="00C0662F"/>
    <w:rsid w:val="00C11943"/>
    <w:rsid w:val="00C12DDA"/>
    <w:rsid w:val="00C12E96"/>
    <w:rsid w:val="00C14763"/>
    <w:rsid w:val="00C16141"/>
    <w:rsid w:val="00C220AB"/>
    <w:rsid w:val="00C233E3"/>
    <w:rsid w:val="00C2363F"/>
    <w:rsid w:val="00C236C8"/>
    <w:rsid w:val="00C260B1"/>
    <w:rsid w:val="00C26E56"/>
    <w:rsid w:val="00C31406"/>
    <w:rsid w:val="00C34EA0"/>
    <w:rsid w:val="00C3591F"/>
    <w:rsid w:val="00C35CF8"/>
    <w:rsid w:val="00C35DFA"/>
    <w:rsid w:val="00C37194"/>
    <w:rsid w:val="00C40637"/>
    <w:rsid w:val="00C40F6C"/>
    <w:rsid w:val="00C41F46"/>
    <w:rsid w:val="00C44426"/>
    <w:rsid w:val="00C445F3"/>
    <w:rsid w:val="00C451F4"/>
    <w:rsid w:val="00C45EB1"/>
    <w:rsid w:val="00C45F91"/>
    <w:rsid w:val="00C51B71"/>
    <w:rsid w:val="00C54A3A"/>
    <w:rsid w:val="00C55566"/>
    <w:rsid w:val="00C55741"/>
    <w:rsid w:val="00C56448"/>
    <w:rsid w:val="00C654E5"/>
    <w:rsid w:val="00C667BE"/>
    <w:rsid w:val="00C6766B"/>
    <w:rsid w:val="00C71D24"/>
    <w:rsid w:val="00C72223"/>
    <w:rsid w:val="00C7482C"/>
    <w:rsid w:val="00C76417"/>
    <w:rsid w:val="00C7726F"/>
    <w:rsid w:val="00C77DF2"/>
    <w:rsid w:val="00C8013D"/>
    <w:rsid w:val="00C81383"/>
    <w:rsid w:val="00C823DA"/>
    <w:rsid w:val="00C8259F"/>
    <w:rsid w:val="00C82746"/>
    <w:rsid w:val="00C8312F"/>
    <w:rsid w:val="00C840BD"/>
    <w:rsid w:val="00C84C47"/>
    <w:rsid w:val="00C858A4"/>
    <w:rsid w:val="00C86760"/>
    <w:rsid w:val="00C86AFA"/>
    <w:rsid w:val="00C9020A"/>
    <w:rsid w:val="00CA1D98"/>
    <w:rsid w:val="00CA4B63"/>
    <w:rsid w:val="00CB0C64"/>
    <w:rsid w:val="00CB18D0"/>
    <w:rsid w:val="00CB1C8A"/>
    <w:rsid w:val="00CB24F5"/>
    <w:rsid w:val="00CB2663"/>
    <w:rsid w:val="00CB3A02"/>
    <w:rsid w:val="00CB3BBE"/>
    <w:rsid w:val="00CB59E9"/>
    <w:rsid w:val="00CB635D"/>
    <w:rsid w:val="00CB65CD"/>
    <w:rsid w:val="00CC0D6A"/>
    <w:rsid w:val="00CC3831"/>
    <w:rsid w:val="00CC3945"/>
    <w:rsid w:val="00CC3E3D"/>
    <w:rsid w:val="00CC4AAC"/>
    <w:rsid w:val="00CC519B"/>
    <w:rsid w:val="00CD12C1"/>
    <w:rsid w:val="00CD214E"/>
    <w:rsid w:val="00CD46FA"/>
    <w:rsid w:val="00CD5973"/>
    <w:rsid w:val="00CD75E5"/>
    <w:rsid w:val="00CE31A6"/>
    <w:rsid w:val="00CE3A85"/>
    <w:rsid w:val="00CE7ED2"/>
    <w:rsid w:val="00CF09AA"/>
    <w:rsid w:val="00CF3366"/>
    <w:rsid w:val="00CF4813"/>
    <w:rsid w:val="00CF5207"/>
    <w:rsid w:val="00CF5233"/>
    <w:rsid w:val="00CF6F1E"/>
    <w:rsid w:val="00CF735F"/>
    <w:rsid w:val="00D01B3D"/>
    <w:rsid w:val="00D029B8"/>
    <w:rsid w:val="00D02F60"/>
    <w:rsid w:val="00D0464E"/>
    <w:rsid w:val="00D04932"/>
    <w:rsid w:val="00D04A96"/>
    <w:rsid w:val="00D07A7B"/>
    <w:rsid w:val="00D10844"/>
    <w:rsid w:val="00D10E06"/>
    <w:rsid w:val="00D131AA"/>
    <w:rsid w:val="00D15197"/>
    <w:rsid w:val="00D16820"/>
    <w:rsid w:val="00D169C8"/>
    <w:rsid w:val="00D16F55"/>
    <w:rsid w:val="00D1793F"/>
    <w:rsid w:val="00D17BDC"/>
    <w:rsid w:val="00D21D37"/>
    <w:rsid w:val="00D22AF5"/>
    <w:rsid w:val="00D235EA"/>
    <w:rsid w:val="00D247A9"/>
    <w:rsid w:val="00D31838"/>
    <w:rsid w:val="00D324AC"/>
    <w:rsid w:val="00D32721"/>
    <w:rsid w:val="00D328DC"/>
    <w:rsid w:val="00D33387"/>
    <w:rsid w:val="00D370EA"/>
    <w:rsid w:val="00D37DCD"/>
    <w:rsid w:val="00D402FB"/>
    <w:rsid w:val="00D41692"/>
    <w:rsid w:val="00D45079"/>
    <w:rsid w:val="00D47D7A"/>
    <w:rsid w:val="00D50ABD"/>
    <w:rsid w:val="00D55290"/>
    <w:rsid w:val="00D55B48"/>
    <w:rsid w:val="00D55EA6"/>
    <w:rsid w:val="00D56018"/>
    <w:rsid w:val="00D57791"/>
    <w:rsid w:val="00D6046A"/>
    <w:rsid w:val="00D62870"/>
    <w:rsid w:val="00D655D9"/>
    <w:rsid w:val="00D65872"/>
    <w:rsid w:val="00D676F3"/>
    <w:rsid w:val="00D70EF5"/>
    <w:rsid w:val="00D71024"/>
    <w:rsid w:val="00D717FE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38A"/>
    <w:rsid w:val="00D915EB"/>
    <w:rsid w:val="00D920F7"/>
    <w:rsid w:val="00D93106"/>
    <w:rsid w:val="00D933E9"/>
    <w:rsid w:val="00D9505D"/>
    <w:rsid w:val="00D953D0"/>
    <w:rsid w:val="00D95504"/>
    <w:rsid w:val="00D959F5"/>
    <w:rsid w:val="00D96884"/>
    <w:rsid w:val="00DA0DC0"/>
    <w:rsid w:val="00DA3FDD"/>
    <w:rsid w:val="00DA5B78"/>
    <w:rsid w:val="00DA68BB"/>
    <w:rsid w:val="00DA7017"/>
    <w:rsid w:val="00DA7028"/>
    <w:rsid w:val="00DA74BA"/>
    <w:rsid w:val="00DB0FFB"/>
    <w:rsid w:val="00DB1AD2"/>
    <w:rsid w:val="00DB1E88"/>
    <w:rsid w:val="00DB2B58"/>
    <w:rsid w:val="00DB4A5E"/>
    <w:rsid w:val="00DB5206"/>
    <w:rsid w:val="00DB6276"/>
    <w:rsid w:val="00DB63F5"/>
    <w:rsid w:val="00DB6FF1"/>
    <w:rsid w:val="00DC1C6B"/>
    <w:rsid w:val="00DC2C2E"/>
    <w:rsid w:val="00DC4AF0"/>
    <w:rsid w:val="00DC7886"/>
    <w:rsid w:val="00DD0CF2"/>
    <w:rsid w:val="00DD11B7"/>
    <w:rsid w:val="00DE1275"/>
    <w:rsid w:val="00DE1554"/>
    <w:rsid w:val="00DE2901"/>
    <w:rsid w:val="00DE4CDD"/>
    <w:rsid w:val="00DE563C"/>
    <w:rsid w:val="00DE590F"/>
    <w:rsid w:val="00DE7DC1"/>
    <w:rsid w:val="00DF1DAB"/>
    <w:rsid w:val="00DF20E0"/>
    <w:rsid w:val="00DF2BA8"/>
    <w:rsid w:val="00DF3F7E"/>
    <w:rsid w:val="00DF7648"/>
    <w:rsid w:val="00DF7C4E"/>
    <w:rsid w:val="00E00E29"/>
    <w:rsid w:val="00E00F54"/>
    <w:rsid w:val="00E02BAB"/>
    <w:rsid w:val="00E02CDA"/>
    <w:rsid w:val="00E04CEB"/>
    <w:rsid w:val="00E060BC"/>
    <w:rsid w:val="00E07687"/>
    <w:rsid w:val="00E11420"/>
    <w:rsid w:val="00E132FB"/>
    <w:rsid w:val="00E13C73"/>
    <w:rsid w:val="00E170B7"/>
    <w:rsid w:val="00E177DD"/>
    <w:rsid w:val="00E20900"/>
    <w:rsid w:val="00E20C7F"/>
    <w:rsid w:val="00E2244F"/>
    <w:rsid w:val="00E2396E"/>
    <w:rsid w:val="00E24728"/>
    <w:rsid w:val="00E276AC"/>
    <w:rsid w:val="00E31520"/>
    <w:rsid w:val="00E32542"/>
    <w:rsid w:val="00E34A35"/>
    <w:rsid w:val="00E37C2F"/>
    <w:rsid w:val="00E40599"/>
    <w:rsid w:val="00E40F44"/>
    <w:rsid w:val="00E41C28"/>
    <w:rsid w:val="00E4372A"/>
    <w:rsid w:val="00E46308"/>
    <w:rsid w:val="00E46F29"/>
    <w:rsid w:val="00E50FC7"/>
    <w:rsid w:val="00E51E17"/>
    <w:rsid w:val="00E52AC2"/>
    <w:rsid w:val="00E52DAB"/>
    <w:rsid w:val="00E539B0"/>
    <w:rsid w:val="00E545B1"/>
    <w:rsid w:val="00E55994"/>
    <w:rsid w:val="00E60606"/>
    <w:rsid w:val="00E60C3D"/>
    <w:rsid w:val="00E60C66"/>
    <w:rsid w:val="00E6164D"/>
    <w:rsid w:val="00E618C9"/>
    <w:rsid w:val="00E62774"/>
    <w:rsid w:val="00E6307C"/>
    <w:rsid w:val="00E636FA"/>
    <w:rsid w:val="00E66C50"/>
    <w:rsid w:val="00E67054"/>
    <w:rsid w:val="00E679D3"/>
    <w:rsid w:val="00E71208"/>
    <w:rsid w:val="00E71444"/>
    <w:rsid w:val="00E71C91"/>
    <w:rsid w:val="00E720A1"/>
    <w:rsid w:val="00E7275D"/>
    <w:rsid w:val="00E75399"/>
    <w:rsid w:val="00E75DDA"/>
    <w:rsid w:val="00E773E8"/>
    <w:rsid w:val="00E83ADD"/>
    <w:rsid w:val="00E84F38"/>
    <w:rsid w:val="00E85623"/>
    <w:rsid w:val="00E861B4"/>
    <w:rsid w:val="00E871F8"/>
    <w:rsid w:val="00E87441"/>
    <w:rsid w:val="00E91FAE"/>
    <w:rsid w:val="00E9676A"/>
    <w:rsid w:val="00E96E3F"/>
    <w:rsid w:val="00E97F8F"/>
    <w:rsid w:val="00EA17E3"/>
    <w:rsid w:val="00EA270C"/>
    <w:rsid w:val="00EA27EF"/>
    <w:rsid w:val="00EA4277"/>
    <w:rsid w:val="00EA4974"/>
    <w:rsid w:val="00EA532E"/>
    <w:rsid w:val="00EB0003"/>
    <w:rsid w:val="00EB0650"/>
    <w:rsid w:val="00EB06D9"/>
    <w:rsid w:val="00EB192B"/>
    <w:rsid w:val="00EB19ED"/>
    <w:rsid w:val="00EB1CAB"/>
    <w:rsid w:val="00EB214A"/>
    <w:rsid w:val="00EC0A90"/>
    <w:rsid w:val="00EC0B6F"/>
    <w:rsid w:val="00EC0F5A"/>
    <w:rsid w:val="00EC3378"/>
    <w:rsid w:val="00EC4265"/>
    <w:rsid w:val="00EC4CEB"/>
    <w:rsid w:val="00EC659E"/>
    <w:rsid w:val="00EC705F"/>
    <w:rsid w:val="00ED2072"/>
    <w:rsid w:val="00ED2AE0"/>
    <w:rsid w:val="00ED5553"/>
    <w:rsid w:val="00ED5E36"/>
    <w:rsid w:val="00ED6961"/>
    <w:rsid w:val="00ED7B8F"/>
    <w:rsid w:val="00EE4B83"/>
    <w:rsid w:val="00EE622A"/>
    <w:rsid w:val="00EF0B96"/>
    <w:rsid w:val="00EF220A"/>
    <w:rsid w:val="00EF3486"/>
    <w:rsid w:val="00EF3935"/>
    <w:rsid w:val="00EF47AF"/>
    <w:rsid w:val="00EF53B6"/>
    <w:rsid w:val="00F00B73"/>
    <w:rsid w:val="00F028A6"/>
    <w:rsid w:val="00F115CA"/>
    <w:rsid w:val="00F12C70"/>
    <w:rsid w:val="00F14817"/>
    <w:rsid w:val="00F14EBA"/>
    <w:rsid w:val="00F1510F"/>
    <w:rsid w:val="00F1533A"/>
    <w:rsid w:val="00F15E5A"/>
    <w:rsid w:val="00F16E87"/>
    <w:rsid w:val="00F17F0A"/>
    <w:rsid w:val="00F22C03"/>
    <w:rsid w:val="00F23795"/>
    <w:rsid w:val="00F244A4"/>
    <w:rsid w:val="00F2668F"/>
    <w:rsid w:val="00F2742F"/>
    <w:rsid w:val="00F2753B"/>
    <w:rsid w:val="00F2760C"/>
    <w:rsid w:val="00F33F8B"/>
    <w:rsid w:val="00F340B2"/>
    <w:rsid w:val="00F40940"/>
    <w:rsid w:val="00F43390"/>
    <w:rsid w:val="00F443B2"/>
    <w:rsid w:val="00F450B5"/>
    <w:rsid w:val="00F458D8"/>
    <w:rsid w:val="00F463F6"/>
    <w:rsid w:val="00F50237"/>
    <w:rsid w:val="00F526AE"/>
    <w:rsid w:val="00F53596"/>
    <w:rsid w:val="00F53902"/>
    <w:rsid w:val="00F53B0F"/>
    <w:rsid w:val="00F54033"/>
    <w:rsid w:val="00F55410"/>
    <w:rsid w:val="00F55BA8"/>
    <w:rsid w:val="00F55DB1"/>
    <w:rsid w:val="00F5661F"/>
    <w:rsid w:val="00F56ACA"/>
    <w:rsid w:val="00F600FE"/>
    <w:rsid w:val="00F62E4D"/>
    <w:rsid w:val="00F63577"/>
    <w:rsid w:val="00F64A55"/>
    <w:rsid w:val="00F66B34"/>
    <w:rsid w:val="00F66F1F"/>
    <w:rsid w:val="00F675B9"/>
    <w:rsid w:val="00F711C9"/>
    <w:rsid w:val="00F731E7"/>
    <w:rsid w:val="00F734BF"/>
    <w:rsid w:val="00F74434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C77"/>
    <w:rsid w:val="00F919D9"/>
    <w:rsid w:val="00F92C0A"/>
    <w:rsid w:val="00F9415B"/>
    <w:rsid w:val="00F94A45"/>
    <w:rsid w:val="00F95446"/>
    <w:rsid w:val="00F973A0"/>
    <w:rsid w:val="00F9752A"/>
    <w:rsid w:val="00F97CDC"/>
    <w:rsid w:val="00FA13C2"/>
    <w:rsid w:val="00FA1902"/>
    <w:rsid w:val="00FA2B07"/>
    <w:rsid w:val="00FA7F91"/>
    <w:rsid w:val="00FB0FCD"/>
    <w:rsid w:val="00FB121C"/>
    <w:rsid w:val="00FB1CDD"/>
    <w:rsid w:val="00FB2C2F"/>
    <w:rsid w:val="00FB305C"/>
    <w:rsid w:val="00FB3B3D"/>
    <w:rsid w:val="00FB559D"/>
    <w:rsid w:val="00FB571F"/>
    <w:rsid w:val="00FC0E04"/>
    <w:rsid w:val="00FC2E3D"/>
    <w:rsid w:val="00FC36FB"/>
    <w:rsid w:val="00FC3BDE"/>
    <w:rsid w:val="00FD1DBE"/>
    <w:rsid w:val="00FD25A7"/>
    <w:rsid w:val="00FD27B6"/>
    <w:rsid w:val="00FD3689"/>
    <w:rsid w:val="00FD42A3"/>
    <w:rsid w:val="00FD7444"/>
    <w:rsid w:val="00FD7468"/>
    <w:rsid w:val="00FD7CE0"/>
    <w:rsid w:val="00FE0B3B"/>
    <w:rsid w:val="00FE1BE2"/>
    <w:rsid w:val="00FE2788"/>
    <w:rsid w:val="00FE5280"/>
    <w:rsid w:val="00FE730A"/>
    <w:rsid w:val="00FF03EE"/>
    <w:rsid w:val="00FF0F63"/>
    <w:rsid w:val="00FF1DD7"/>
    <w:rsid w:val="00FF3368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0725D"/>
  <w15:docId w15:val="{F15FE411-8076-4987-A889-9704568C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6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43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Teksttreci">
    <w:name w:val="Tekst treści_"/>
    <w:basedOn w:val="Domylnaczcionkaakapitu"/>
    <w:link w:val="Teksttreci0"/>
    <w:locked/>
    <w:rsid w:val="00651CF2"/>
    <w:rPr>
      <w:rFonts w:ascii="Times New Roman" w:hAnsi="Times New Roman"/>
    </w:rPr>
  </w:style>
  <w:style w:type="paragraph" w:customStyle="1" w:styleId="Teksttreci0">
    <w:name w:val="Tekst treści"/>
    <w:basedOn w:val="Normalny"/>
    <w:link w:val="Teksttreci"/>
    <w:rsid w:val="00651CF2"/>
    <w:pPr>
      <w:autoSpaceDE/>
      <w:autoSpaceDN/>
      <w:adjustRightInd/>
      <w:spacing w:after="220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5262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262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31A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pf0">
    <w:name w:val="pf0"/>
    <w:basedOn w:val="Normalny"/>
    <w:rsid w:val="000A3A9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cf01">
    <w:name w:val="cf01"/>
    <w:basedOn w:val="Domylnaczcionkaakapitu"/>
    <w:rsid w:val="000A3A9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87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B43A1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7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7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7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ialoglows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A2D16094BD3142B77D598535CA8A65" ma:contentTypeVersion="6" ma:contentTypeDescription="Create a new document." ma:contentTypeScope="" ma:versionID="b538ae666adea9754f0d91a65c69a0b5">
  <xsd:schema xmlns:xsd="http://www.w3.org/2001/XMLSchema" xmlns:xs="http://www.w3.org/2001/XMLSchema" xmlns:p="http://schemas.microsoft.com/office/2006/metadata/properties" xmlns:ns3="cfdeeae2-c66f-41b5-a45d-89f082859a55" targetNamespace="http://schemas.microsoft.com/office/2006/metadata/properties" ma:root="true" ma:fieldsID="6e66e36e123b334b2eca4d2859f1b64e" ns3:_="">
    <xsd:import namespace="cfdeeae2-c66f-41b5-a45d-89f082859a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eeae2-c66f-41b5-a45d-89f082859a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deeae2-c66f-41b5-a45d-89f082859a5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CEA10C-4BF5-4DE3-8CD5-41B258B52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D45E6-4856-4D1E-B6B0-0CA0441CB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eeae2-c66f-41b5-a45d-89f082859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BEF5B-01D8-448D-961E-A73D431C21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2002D8-469D-4BC0-B706-9C67D22E005F}">
  <ds:schemaRefs>
    <ds:schemaRef ds:uri="http://schemas.microsoft.com/office/2006/metadata/properties"/>
    <ds:schemaRef ds:uri="http://schemas.microsoft.com/office/infopath/2007/PartnerControls"/>
    <ds:schemaRef ds:uri="cfdeeae2-c66f-41b5-a45d-89f082859a55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77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Karolina Bialoglowska</dc:creator>
  <cp:lastModifiedBy>PSSE Kamienna Góra - Halina Koczan</cp:lastModifiedBy>
  <cp:revision>29</cp:revision>
  <cp:lastPrinted>2024-09-19T08:24:00Z</cp:lastPrinted>
  <dcterms:created xsi:type="dcterms:W3CDTF">2024-12-19T21:47:00Z</dcterms:created>
  <dcterms:modified xsi:type="dcterms:W3CDTF">2025-01-17T07:40:00Z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0x01010030A2D16094BD3142B77D598535CA8A65</vt:lpwstr>
  </property>
</Properties>
</file>